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449" w:rsidRDefault="00C86449" w:rsidP="006B785C">
      <w:pPr>
        <w:pStyle w:val="Heading1"/>
        <w:keepLines w:val="0"/>
        <w:spacing w:before="120" w:after="0" w:line="120" w:lineRule="auto"/>
        <w:ind w:left="0" w:right="-1200"/>
        <w:rPr>
          <w:rFonts w:ascii="Arial" w:hAnsi="Arial" w:cs="Arial"/>
          <w:b/>
          <w:sz w:val="32"/>
          <w:szCs w:val="32"/>
        </w:rPr>
      </w:pPr>
      <w:r w:rsidRPr="00F5529D">
        <w:rPr>
          <w:rFonts w:ascii="Arial" w:hAnsi="Arial" w:cs="Arial"/>
          <w:b/>
          <w:sz w:val="32"/>
          <w:szCs w:val="32"/>
        </w:rPr>
        <w:t>Alexander F. Munivez</w:t>
      </w:r>
    </w:p>
    <w:p w:rsidR="00C86449" w:rsidRPr="003631C4" w:rsidRDefault="00C86449" w:rsidP="003631C4">
      <w:pPr>
        <w:ind w:right="-1000"/>
      </w:pPr>
      <w:r>
        <w:t>▬▬▬▬▬▬▬▬▬▬▬▬▬▬▬▬▬▬▬▬▬▬▬▬▬▬▬▬▬▬▬▬▬▬▬▬▬▬▬▬▬▬▬▬▬▬</w:t>
      </w:r>
    </w:p>
    <w:p w:rsidR="00C86449" w:rsidRDefault="00C86449" w:rsidP="00F5529D">
      <w:pPr>
        <w:pStyle w:val="BodyText"/>
        <w:tabs>
          <w:tab w:val="left" w:pos="9600"/>
        </w:tabs>
        <w:spacing w:after="0" w:line="240" w:lineRule="auto"/>
        <w:ind w:right="-900"/>
        <w:jc w:val="right"/>
        <w:rPr>
          <w:spacing w:val="10"/>
        </w:rPr>
      </w:pPr>
      <w:r>
        <w:rPr>
          <w:spacing w:val="10"/>
        </w:rPr>
        <w:t xml:space="preserve">                                                                  </w:t>
      </w:r>
      <w:r>
        <w:rPr>
          <w:spacing w:val="-4"/>
        </w:rPr>
        <w:t>11115 Carmon St.</w:t>
      </w:r>
      <w:r w:rsidR="000516CC">
        <w:rPr>
          <w:spacing w:val="-4"/>
        </w:rPr>
        <w:t>, Riverview</w:t>
      </w:r>
      <w:r w:rsidRPr="00836D20">
        <w:rPr>
          <w:spacing w:val="-4"/>
        </w:rPr>
        <w:t>, FL 3</w:t>
      </w:r>
      <w:r>
        <w:rPr>
          <w:spacing w:val="-4"/>
        </w:rPr>
        <w:t>3578</w:t>
      </w:r>
    </w:p>
    <w:p w:rsidR="00C86449" w:rsidRPr="00A60CCA" w:rsidRDefault="00C86449" w:rsidP="00F5529D">
      <w:pPr>
        <w:pStyle w:val="BodyText"/>
        <w:tabs>
          <w:tab w:val="left" w:pos="9600"/>
        </w:tabs>
        <w:spacing w:after="0" w:line="240" w:lineRule="auto"/>
        <w:ind w:right="-900"/>
        <w:jc w:val="right"/>
        <w:rPr>
          <w:rStyle w:val="HeadingBaseChar"/>
          <w:spacing w:val="10"/>
          <w:sz w:val="20"/>
        </w:rPr>
      </w:pPr>
      <w:r>
        <w:rPr>
          <w:spacing w:val="10"/>
        </w:rPr>
        <w:t xml:space="preserve">                                                      </w:t>
      </w:r>
      <w:r w:rsidRPr="00836D20">
        <w:rPr>
          <w:spacing w:val="-4"/>
        </w:rPr>
        <w:t xml:space="preserve">   </w:t>
      </w:r>
      <w:r>
        <w:rPr>
          <w:spacing w:val="-4"/>
        </w:rPr>
        <w:t xml:space="preserve">                           Cell: 813-418-0882</w:t>
      </w:r>
      <w:r w:rsidRPr="00836D20">
        <w:rPr>
          <w:spacing w:val="-4"/>
        </w:rPr>
        <w:t xml:space="preserve">  </w:t>
      </w:r>
      <w:hyperlink r:id="rId5" w:history="1">
        <w:r w:rsidRPr="00836D20">
          <w:rPr>
            <w:rStyle w:val="Hyperlink"/>
            <w:rFonts w:cs="Arial"/>
            <w:spacing w:val="-4"/>
            <w:sz w:val="16"/>
            <w:szCs w:val="16"/>
          </w:rPr>
          <w:t>amunivez@yahoo.com</w:t>
        </w:r>
      </w:hyperlink>
    </w:p>
    <w:p w:rsidR="00C86449" w:rsidRDefault="00C86449" w:rsidP="002E019C">
      <w:pPr>
        <w:ind w:right="-660"/>
        <w:rPr>
          <w:rStyle w:val="HeadingBaseChar"/>
          <w:sz w:val="20"/>
        </w:rPr>
      </w:pPr>
      <w:r>
        <w:rPr>
          <w:rStyle w:val="HeadingBaseChar"/>
          <w:sz w:val="20"/>
        </w:rPr>
        <w:t xml:space="preserve">  </w:t>
      </w:r>
    </w:p>
    <w:p w:rsidR="00C86449" w:rsidRDefault="00C86449" w:rsidP="002E019C">
      <w:pPr>
        <w:ind w:right="-660"/>
        <w:rPr>
          <w:rStyle w:val="HeadingBaseChar"/>
          <w:sz w:val="20"/>
        </w:rPr>
      </w:pPr>
      <w:r>
        <w:rPr>
          <w:rStyle w:val="HeadingBaseChar"/>
          <w:sz w:val="20"/>
        </w:rPr>
        <w:t xml:space="preserve">  </w:t>
      </w:r>
    </w:p>
    <w:tbl>
      <w:tblPr>
        <w:tblW w:w="9508" w:type="dxa"/>
        <w:tblLayout w:type="fixed"/>
        <w:tblLook w:val="0000" w:firstRow="0" w:lastRow="0" w:firstColumn="0" w:lastColumn="0" w:noHBand="0" w:noVBand="0"/>
      </w:tblPr>
      <w:tblGrid>
        <w:gridCol w:w="1508"/>
        <w:gridCol w:w="8000"/>
      </w:tblGrid>
      <w:tr w:rsidR="00C86449" w:rsidRPr="00526EFB" w:rsidTr="005E2838">
        <w:trPr>
          <w:trHeight w:val="1187"/>
        </w:trPr>
        <w:tc>
          <w:tcPr>
            <w:tcW w:w="1508" w:type="dxa"/>
          </w:tcPr>
          <w:p w:rsidR="00C86449" w:rsidRDefault="00C86449" w:rsidP="005E2838">
            <w:pPr>
              <w:pStyle w:val="SectionTitle"/>
            </w:pPr>
            <w:r>
              <w:t>Objective</w:t>
            </w:r>
          </w:p>
        </w:tc>
        <w:tc>
          <w:tcPr>
            <w:tcW w:w="8000" w:type="dxa"/>
          </w:tcPr>
          <w:p w:rsidR="00C86449" w:rsidRDefault="00C86449" w:rsidP="00391351">
            <w:pPr>
              <w:pStyle w:val="Achievement"/>
              <w:numPr>
                <w:ilvl w:val="0"/>
                <w:numId w:val="0"/>
              </w:numPr>
              <w:ind w:right="0"/>
              <w:rPr>
                <w:sz w:val="16"/>
                <w:szCs w:val="16"/>
              </w:rPr>
            </w:pPr>
          </w:p>
          <w:p w:rsidR="00C86449" w:rsidRPr="00391351" w:rsidRDefault="00C86449" w:rsidP="00391351">
            <w:pPr>
              <w:pStyle w:val="Achievement"/>
              <w:numPr>
                <w:ilvl w:val="0"/>
                <w:numId w:val="0"/>
              </w:numPr>
              <w:ind w:right="0"/>
            </w:pPr>
            <w:r>
              <w:t xml:space="preserve">Seeking a </w:t>
            </w:r>
            <w:r w:rsidRPr="00391351">
              <w:t xml:space="preserve">service engineer </w:t>
            </w:r>
            <w:r>
              <w:t xml:space="preserve">position </w:t>
            </w:r>
            <w:r w:rsidRPr="00391351">
              <w:t xml:space="preserve">with a dynamic </w:t>
            </w:r>
            <w:r>
              <w:t xml:space="preserve">medical </w:t>
            </w:r>
            <w:r w:rsidRPr="00391351">
              <w:t xml:space="preserve">company that provides an opportunity to </w:t>
            </w:r>
            <w:r>
              <w:t>e</w:t>
            </w:r>
            <w:r w:rsidRPr="00391351">
              <w:t>xpand on my experiences</w:t>
            </w:r>
            <w:r>
              <w:t xml:space="preserve"> and education.  Helping build</w:t>
            </w:r>
            <w:r w:rsidRPr="00391351">
              <w:t xml:space="preserve"> my tec</w:t>
            </w:r>
            <w:r>
              <w:t xml:space="preserve">hnical knowledge </w:t>
            </w:r>
            <w:r w:rsidRPr="00391351">
              <w:t xml:space="preserve">into a long term </w:t>
            </w:r>
            <w:r>
              <w:t xml:space="preserve">successful </w:t>
            </w:r>
            <w:r w:rsidRPr="00391351">
              <w:t xml:space="preserve">career.  </w:t>
            </w:r>
            <w:r>
              <w:t xml:space="preserve">I have excellent problem solving skills to come up with an action plan and resolve issues quickly.   With my time management </w:t>
            </w:r>
            <w:r w:rsidRPr="00391351">
              <w:t xml:space="preserve">and </w:t>
            </w:r>
            <w:r>
              <w:t>customer service skills I have a proven track record of succeeding in any situation</w:t>
            </w:r>
            <w:r w:rsidRPr="00391351">
              <w:t>.</w:t>
            </w:r>
          </w:p>
        </w:tc>
      </w:tr>
    </w:tbl>
    <w:p w:rsidR="00C86449" w:rsidRPr="002E019C" w:rsidRDefault="00C86449" w:rsidP="002E019C">
      <w:pPr>
        <w:ind w:right="-660"/>
      </w:pPr>
      <w:r>
        <w:rPr>
          <w:rStyle w:val="HeadingBaseChar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508" w:type="dxa"/>
        <w:tblLayout w:type="fixed"/>
        <w:tblLook w:val="0000" w:firstRow="0" w:lastRow="0" w:firstColumn="0" w:lastColumn="0" w:noHBand="0" w:noVBand="0"/>
      </w:tblPr>
      <w:tblGrid>
        <w:gridCol w:w="1508"/>
        <w:gridCol w:w="8000"/>
      </w:tblGrid>
      <w:tr w:rsidR="00C86449" w:rsidTr="00155EA1">
        <w:trPr>
          <w:trHeight w:val="1187"/>
        </w:trPr>
        <w:tc>
          <w:tcPr>
            <w:tcW w:w="1508" w:type="dxa"/>
          </w:tcPr>
          <w:p w:rsidR="00C86449" w:rsidRDefault="00C86449" w:rsidP="002C572B">
            <w:pPr>
              <w:pStyle w:val="SectionTitle"/>
            </w:pPr>
            <w:r>
              <w:t>Education and Awards</w:t>
            </w:r>
          </w:p>
        </w:tc>
        <w:tc>
          <w:tcPr>
            <w:tcW w:w="8000" w:type="dxa"/>
          </w:tcPr>
          <w:p w:rsidR="00C86449" w:rsidRDefault="00C86449" w:rsidP="00DA39E8">
            <w:pPr>
              <w:pStyle w:val="CompanyName"/>
            </w:pPr>
            <w:r>
              <w:t>July 1999 - June 2003</w:t>
            </w:r>
            <w:r>
              <w:tab/>
              <w:t xml:space="preserve">            </w:t>
            </w:r>
            <w:smartTag w:uri="urn:schemas-microsoft-com:office:smarttags" w:element="PlaceType">
              <w:r>
                <w:t>Saint</w:t>
              </w:r>
            </w:smartTag>
            <w:r>
              <w:t xml:space="preserve"> </w:t>
            </w:r>
            <w:smartTag w:uri="urn:schemas-microsoft-com:office:smarttags" w:element="PlaceType">
              <w:r>
                <w:t>Leo</w:t>
              </w:r>
            </w:smartTag>
            <w:r>
              <w:t xml:space="preserve"> </w:t>
            </w:r>
            <w:smartTag w:uri="urn:schemas-microsoft-com:office:smarttags" w:element="PlaceType">
              <w:r>
                <w:t>University</w:t>
              </w:r>
            </w:smartTag>
            <w:r>
              <w:t xml:space="preserve">                          </w:t>
            </w:r>
            <w:smartTag w:uri="urn:schemas-microsoft-com:office:smarttags" w:element="PlaceType">
              <w:smartTag w:uri="urn:schemas-microsoft-com:office:smarttags" w:element="PlaceType">
                <w:r>
                  <w:t>Tampa Bay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FL</w:t>
                </w:r>
              </w:smartTag>
            </w:smartTag>
          </w:p>
          <w:p w:rsidR="00C86449" w:rsidRPr="00996EFD" w:rsidRDefault="00C86449" w:rsidP="008B5B5D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r w:rsidRPr="009E4E57">
              <w:rPr>
                <w:b/>
              </w:rPr>
              <w:t>Bachelor of Science in Computer Information Systems</w:t>
            </w:r>
            <w:r>
              <w:rPr>
                <w:b/>
              </w:rPr>
              <w:t xml:space="preserve"> / Minor Biology</w:t>
            </w:r>
          </w:p>
          <w:p w:rsidR="00C86449" w:rsidRDefault="00C86449" w:rsidP="00996EFD">
            <w:pPr>
              <w:pStyle w:val="CompanyName"/>
            </w:pPr>
            <w:r>
              <w:t xml:space="preserve">Feb 1996 - Aug 1996              USCG Electronic A School                     </w:t>
            </w:r>
            <w:smartTag w:uri="urn:schemas-microsoft-com:office:smarttags" w:element="PlaceType">
              <w:smartTag w:uri="urn:schemas-microsoft-com:office:smarttags" w:element="PlaceType">
                <w:r>
                  <w:t>Petaluma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CA</w:t>
                </w:r>
              </w:smartTag>
            </w:smartTag>
            <w:r>
              <w:t xml:space="preserve">  </w:t>
            </w:r>
          </w:p>
          <w:p w:rsidR="00C86449" w:rsidRDefault="00C86449" w:rsidP="008B5B5D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Electronic /Telecommunication Technician </w:t>
            </w:r>
            <w:r w:rsidRPr="001F5929">
              <w:rPr>
                <w:b/>
              </w:rPr>
              <w:t xml:space="preserve"> </w:t>
            </w:r>
          </w:p>
          <w:p w:rsidR="00C86449" w:rsidRPr="00F968CB" w:rsidRDefault="00C86449" w:rsidP="00526EFB">
            <w:pPr>
              <w:rPr>
                <w:sz w:val="16"/>
                <w:szCs w:val="16"/>
              </w:rPr>
            </w:pPr>
            <w:r w:rsidRPr="001F5929">
              <w:t xml:space="preserve">                 </w:t>
            </w:r>
          </w:p>
          <w:p w:rsidR="00C86449" w:rsidRDefault="000B2554" w:rsidP="0061341B">
            <w:pPr>
              <w:pStyle w:val="Achievement"/>
              <w:numPr>
                <w:ilvl w:val="0"/>
                <w:numId w:val="0"/>
              </w:numPr>
            </w:pPr>
            <w:r>
              <w:t>People’s</w:t>
            </w:r>
            <w:r w:rsidR="00C86449">
              <w:t xml:space="preserve"> Choice Award, Medtronic Cardiac Surgery, 2006</w:t>
            </w:r>
          </w:p>
          <w:p w:rsidR="00C86449" w:rsidRDefault="00C86449" w:rsidP="0061341B">
            <w:pPr>
              <w:pStyle w:val="Achievement"/>
              <w:numPr>
                <w:ilvl w:val="0"/>
                <w:numId w:val="0"/>
              </w:numPr>
            </w:pPr>
            <w:r>
              <w:t>Field Service Engineer of the year, Optos North America 2004</w:t>
            </w:r>
          </w:p>
          <w:p w:rsidR="00C86449" w:rsidRDefault="00C86449" w:rsidP="0061341B">
            <w:pPr>
              <w:pStyle w:val="Achievement"/>
              <w:numPr>
                <w:ilvl w:val="0"/>
                <w:numId w:val="0"/>
              </w:numPr>
            </w:pPr>
            <w:r>
              <w:t>Service Excellence award, Emerson Network Power, 2002</w:t>
            </w:r>
          </w:p>
          <w:p w:rsidR="00C86449" w:rsidRDefault="00C86449" w:rsidP="00F968CB">
            <w:pPr>
              <w:pStyle w:val="Achievement"/>
              <w:numPr>
                <w:ilvl w:val="0"/>
                <w:numId w:val="0"/>
              </w:numPr>
              <w:ind w:right="0"/>
            </w:pPr>
            <w:r>
              <w:t>Outstanding unit of the year award, USCG, 1995, 1997, 2000</w:t>
            </w:r>
          </w:p>
          <w:p w:rsidR="00C86449" w:rsidRPr="00526EFB" w:rsidRDefault="00C86449" w:rsidP="00526EFB">
            <w:pPr>
              <w:rPr>
                <w:sz w:val="16"/>
                <w:szCs w:val="16"/>
              </w:rPr>
            </w:pPr>
          </w:p>
        </w:tc>
      </w:tr>
      <w:tr w:rsidR="00C86449" w:rsidTr="00155EA1">
        <w:trPr>
          <w:trHeight w:val="869"/>
        </w:trPr>
        <w:tc>
          <w:tcPr>
            <w:tcW w:w="1508" w:type="dxa"/>
          </w:tcPr>
          <w:p w:rsidR="00C86449" w:rsidRDefault="00C86449" w:rsidP="002C572B">
            <w:pPr>
              <w:pStyle w:val="SectionTitle"/>
            </w:pPr>
            <w:r>
              <w:t>Computer Skills</w:t>
            </w:r>
          </w:p>
        </w:tc>
        <w:tc>
          <w:tcPr>
            <w:tcW w:w="8000" w:type="dxa"/>
          </w:tcPr>
          <w:p w:rsidR="00C86449" w:rsidRDefault="00C86449" w:rsidP="00F814AD"/>
          <w:p w:rsidR="00C86449" w:rsidRDefault="00C86449" w:rsidP="00F814AD">
            <w:r w:rsidRPr="00CA6BF6">
              <w:rPr>
                <w:b/>
              </w:rPr>
              <w:t>Software</w:t>
            </w:r>
            <w:r>
              <w:rPr>
                <w:b/>
              </w:rPr>
              <w:t xml:space="preserve"> </w:t>
            </w:r>
            <w:r>
              <w:t xml:space="preserve">- Microsoft Windows OS and Office Suite, LINUX, Lotus Notes, SAP, Citrix          </w:t>
            </w:r>
          </w:p>
          <w:p w:rsidR="00C86449" w:rsidRPr="00223B25" w:rsidRDefault="00C86449" w:rsidP="00F814AD">
            <w:pPr>
              <w:rPr>
                <w:sz w:val="12"/>
                <w:szCs w:val="12"/>
              </w:rPr>
            </w:pPr>
          </w:p>
          <w:p w:rsidR="00C86449" w:rsidRDefault="00C86449" w:rsidP="00F814AD">
            <w:r w:rsidRPr="00CA6BF6">
              <w:rPr>
                <w:b/>
              </w:rPr>
              <w:t>Hardware</w:t>
            </w:r>
            <w:r>
              <w:rPr>
                <w:b/>
              </w:rPr>
              <w:t xml:space="preserve"> - </w:t>
            </w:r>
            <w:r>
              <w:t>AS/400 Server, Novell Netware Server, Dell Power Edge, IBM work</w:t>
            </w:r>
          </w:p>
          <w:p w:rsidR="00C86449" w:rsidRDefault="00C86449" w:rsidP="00F814AD">
            <w:r>
              <w:t xml:space="preserve">                   </w:t>
            </w:r>
            <w:r w:rsidR="0048051E">
              <w:t>Station, UPS systems, n</w:t>
            </w:r>
            <w:r>
              <w:t>etwork devises.</w:t>
            </w:r>
          </w:p>
          <w:p w:rsidR="00C86449" w:rsidRPr="00FD0543" w:rsidRDefault="00C86449" w:rsidP="00F814AD">
            <w:pPr>
              <w:rPr>
                <w:sz w:val="8"/>
                <w:szCs w:val="8"/>
              </w:rPr>
            </w:pPr>
          </w:p>
          <w:p w:rsidR="00C86449" w:rsidRPr="00906AC8" w:rsidRDefault="00C86449" w:rsidP="00F814AD">
            <w:pPr>
              <w:rPr>
                <w:sz w:val="16"/>
                <w:szCs w:val="16"/>
              </w:rPr>
            </w:pPr>
          </w:p>
        </w:tc>
      </w:tr>
      <w:tr w:rsidR="00C86449" w:rsidTr="00155EA1">
        <w:trPr>
          <w:trHeight w:val="560"/>
        </w:trPr>
        <w:tc>
          <w:tcPr>
            <w:tcW w:w="1508" w:type="dxa"/>
          </w:tcPr>
          <w:p w:rsidR="00C86449" w:rsidRDefault="00C86449" w:rsidP="002C572B">
            <w:pPr>
              <w:pStyle w:val="SectionTitle"/>
            </w:pPr>
            <w:r>
              <w:t>Professional Experience</w:t>
            </w:r>
          </w:p>
        </w:tc>
        <w:tc>
          <w:tcPr>
            <w:tcW w:w="8000" w:type="dxa"/>
          </w:tcPr>
          <w:p w:rsidR="00C86449" w:rsidRDefault="00C86449" w:rsidP="00AE6174">
            <w:pPr>
              <w:pStyle w:val="CompanyName"/>
            </w:pPr>
            <w:r>
              <w:t xml:space="preserve">April 2013 – Present                 </w:t>
            </w:r>
            <w:r>
              <w:rPr>
                <w:b/>
              </w:rPr>
              <w:t>Varian Medical Systems</w:t>
            </w:r>
            <w:r>
              <w:t xml:space="preserve">                             </w:t>
            </w:r>
            <w:smartTag w:uri="urn:schemas-microsoft-com:office:smarttags" w:element="PlaceType">
              <w:smartTag w:uri="urn:schemas-microsoft-com:office:smarttags" w:element="PlaceType">
                <w:r>
                  <w:t>Tampa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FL</w:t>
                </w:r>
              </w:smartTag>
            </w:smartTag>
          </w:p>
          <w:p w:rsidR="00C86449" w:rsidRPr="00FD0543" w:rsidRDefault="00C86449" w:rsidP="00AE6174">
            <w:pPr>
              <w:rPr>
                <w:sz w:val="12"/>
                <w:szCs w:val="12"/>
              </w:rPr>
            </w:pPr>
          </w:p>
          <w:p w:rsidR="00C86449" w:rsidRDefault="00C86449" w:rsidP="00AE6174">
            <w:pPr>
              <w:pStyle w:val="JobTitl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Field Service Engineer</w:t>
            </w:r>
          </w:p>
          <w:p w:rsidR="00C86449" w:rsidRDefault="000B2554" w:rsidP="00AF55FF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Perform hardware and software troubleshooting and</w:t>
            </w:r>
            <w:r w:rsidR="00C86449">
              <w:t xml:space="preserve"> </w:t>
            </w:r>
            <w:r>
              <w:t>repairs on linear</w:t>
            </w:r>
            <w:r w:rsidR="00C86449">
              <w:t xml:space="preserve"> accelerators and t</w:t>
            </w:r>
            <w:r>
              <w:t>reatment delivery work stations;</w:t>
            </w:r>
          </w:p>
          <w:p w:rsidR="00C86449" w:rsidRDefault="000B2554" w:rsidP="00AF55FF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Maintain, repair and calibrate</w:t>
            </w:r>
            <w:r w:rsidR="00C86449">
              <w:t xml:space="preserve"> MV (portal vision) and</w:t>
            </w:r>
            <w:r>
              <w:t xml:space="preserve"> KV (OBI) imaging x-ray systems;</w:t>
            </w:r>
          </w:p>
          <w:p w:rsidR="00C86449" w:rsidRDefault="00C86449" w:rsidP="00AE6174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 xml:space="preserve">Provide software and technical </w:t>
            </w:r>
            <w:r w:rsidR="000B2554">
              <w:t>phone support when issues arise;</w:t>
            </w:r>
          </w:p>
          <w:p w:rsidR="00C86449" w:rsidRDefault="00C86449" w:rsidP="00AE6174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 xml:space="preserve">Install and test field </w:t>
            </w:r>
            <w:r w:rsidR="000B2554">
              <w:t>upgrades for h</w:t>
            </w:r>
            <w:r>
              <w:t>ardware and software</w:t>
            </w:r>
            <w:r w:rsidR="000B2554">
              <w:t>;</w:t>
            </w:r>
          </w:p>
          <w:p w:rsidR="00C86449" w:rsidRDefault="00C86449" w:rsidP="009B0664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Maintain a secure network within treatment area consisting of 4 to 5 workstations, switch and router.</w:t>
            </w:r>
          </w:p>
          <w:p w:rsidR="00C86449" w:rsidRDefault="00C86449" w:rsidP="009B0664">
            <w:pPr>
              <w:pStyle w:val="Achievement"/>
              <w:numPr>
                <w:ilvl w:val="0"/>
                <w:numId w:val="0"/>
              </w:numPr>
            </w:pPr>
          </w:p>
          <w:p w:rsidR="00C86449" w:rsidRDefault="00C86449" w:rsidP="002F6EE6">
            <w:pPr>
              <w:pStyle w:val="CompanyName"/>
            </w:pPr>
            <w:r>
              <w:t xml:space="preserve">Dec 2008 – March 2013             </w:t>
            </w:r>
            <w:r w:rsidRPr="00C75E3B">
              <w:rPr>
                <w:b/>
              </w:rPr>
              <w:t>1800 Water Damage</w:t>
            </w:r>
            <w:r>
              <w:t xml:space="preserve">                  </w:t>
            </w:r>
            <w:smartTag w:uri="urn:schemas-microsoft-com:office:smarttags" w:element="PlaceType">
              <w:r>
                <w:t>Panama City</w:t>
              </w:r>
            </w:smartTag>
            <w:r>
              <w:t xml:space="preserve"> </w:t>
            </w:r>
            <w:smartTag w:uri="urn:schemas-microsoft-com:office:smarttags" w:element="PlaceType">
              <w:smartTag w:uri="urn:schemas-microsoft-com:office:smarttags" w:element="PlaceType">
                <w:r>
                  <w:t>Bch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FL</w:t>
                </w:r>
              </w:smartTag>
            </w:smartTag>
          </w:p>
          <w:p w:rsidR="00C86449" w:rsidRPr="00FD0543" w:rsidRDefault="00C86449" w:rsidP="002F6EE6">
            <w:pPr>
              <w:rPr>
                <w:sz w:val="12"/>
                <w:szCs w:val="12"/>
              </w:rPr>
            </w:pPr>
          </w:p>
          <w:p w:rsidR="00C86449" w:rsidRDefault="00C86449" w:rsidP="000D1FBA">
            <w:pPr>
              <w:pStyle w:val="JobTitl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Project Manager</w:t>
            </w:r>
          </w:p>
          <w:p w:rsidR="00C86449" w:rsidRDefault="00C86449" w:rsidP="00637E21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Perform field inspections to deve</w:t>
            </w:r>
            <w:r w:rsidR="008A2C21">
              <w:t>lop scope of work and proposals;</w:t>
            </w:r>
          </w:p>
          <w:p w:rsidR="00C86449" w:rsidRDefault="00C86449" w:rsidP="005E1C98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Manage cost, schedu</w:t>
            </w:r>
            <w:r w:rsidR="008A2C21">
              <w:t>le, and performance of projects;</w:t>
            </w:r>
          </w:p>
          <w:p w:rsidR="00C86449" w:rsidRDefault="00C86449" w:rsidP="00637E21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Build credibility, establish rapport, and mainta</w:t>
            </w:r>
            <w:r w:rsidR="008A2C21">
              <w:t>in communication with customers;</w:t>
            </w:r>
            <w:bookmarkStart w:id="0" w:name="_GoBack"/>
            <w:bookmarkEnd w:id="0"/>
          </w:p>
          <w:p w:rsidR="00C86449" w:rsidRDefault="00C86449" w:rsidP="005E1C98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 xml:space="preserve">Provide 24/7 technical support during environmental disasters </w:t>
            </w:r>
            <w:r w:rsidR="008A2C21">
              <w:t>and flood conditions;</w:t>
            </w:r>
          </w:p>
          <w:p w:rsidR="00C86449" w:rsidRDefault="00C86449" w:rsidP="00BA5606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>Inspect, maintain, and monitor emergency a</w:t>
            </w:r>
            <w:r w:rsidR="008A2C21">
              <w:t>nd climate controlled equipment;</w:t>
            </w:r>
          </w:p>
          <w:p w:rsidR="00C86449" w:rsidRDefault="00C86449" w:rsidP="00617ACB">
            <w:pPr>
              <w:pStyle w:val="Achievement"/>
              <w:numPr>
                <w:ilvl w:val="0"/>
                <w:numId w:val="3"/>
              </w:numPr>
              <w:tabs>
                <w:tab w:val="clear" w:pos="360"/>
                <w:tab w:val="num" w:pos="240"/>
              </w:tabs>
            </w:pPr>
            <w:r>
              <w:t xml:space="preserve">Conduct environmental testing to detect hazardous conditions. </w:t>
            </w:r>
          </w:p>
          <w:p w:rsidR="00C86449" w:rsidRPr="002F6EE6" w:rsidRDefault="00C86449" w:rsidP="00BE5136">
            <w:pPr>
              <w:pStyle w:val="Achievement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  <w:p w:rsidR="00C86449" w:rsidRDefault="00C86449" w:rsidP="00DA39E8">
            <w:pPr>
              <w:pStyle w:val="CompanyName"/>
            </w:pPr>
            <w:r>
              <w:lastRenderedPageBreak/>
              <w:t xml:space="preserve">May 2005 – June 2008          </w:t>
            </w:r>
            <w:r w:rsidRPr="00C75E3B">
              <w:rPr>
                <w:b/>
              </w:rPr>
              <w:t>Medtronic Cardiac Surgery</w:t>
            </w:r>
            <w:r>
              <w:t xml:space="preserve">                       </w:t>
            </w:r>
            <w:smartTag w:uri="urn:schemas-microsoft-com:office:smarttags" w:element="PlaceType">
              <w:smartTag w:uri="urn:schemas-microsoft-com:office:smarttags" w:element="PlaceType">
                <w:r>
                  <w:t>Raleigh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NC</w:t>
                </w:r>
              </w:smartTag>
            </w:smartTag>
          </w:p>
          <w:p w:rsidR="00C86449" w:rsidRPr="00FD0543" w:rsidRDefault="00C86449" w:rsidP="002F2D55">
            <w:pPr>
              <w:rPr>
                <w:sz w:val="12"/>
                <w:szCs w:val="12"/>
              </w:rPr>
            </w:pPr>
          </w:p>
          <w:p w:rsidR="00C86449" w:rsidRPr="00113434" w:rsidRDefault="00C86449" w:rsidP="00113434">
            <w:pPr>
              <w:pStyle w:val="JobTitle"/>
              <w:rPr>
                <w:rFonts w:ascii="Arial" w:hAnsi="Arial" w:cs="Arial"/>
                <w:b/>
                <w:bCs/>
              </w:rPr>
            </w:pPr>
            <w:r w:rsidRPr="00113434">
              <w:rPr>
                <w:rFonts w:ascii="Arial" w:hAnsi="Arial"/>
                <w:b/>
                <w:bCs/>
              </w:rPr>
              <w:t>Field Service Engineer</w:t>
            </w:r>
          </w:p>
          <w:p w:rsidR="00C86449" w:rsidRDefault="00C86449" w:rsidP="005E06C4">
            <w:pPr>
              <w:pStyle w:val="Achievement"/>
            </w:pPr>
            <w:r>
              <w:t xml:space="preserve">Managed Hospital accounts by providing technical training and service on Medtronic cardiac </w:t>
            </w:r>
            <w:r w:rsidR="008A2C21">
              <w:t>and blood transfusion equipment;</w:t>
            </w:r>
          </w:p>
          <w:p w:rsidR="00C86449" w:rsidRDefault="00C86449" w:rsidP="008903A4">
            <w:pPr>
              <w:pStyle w:val="Achievement"/>
            </w:pPr>
            <w:r>
              <w:t xml:space="preserve">24/7 customer </w:t>
            </w:r>
            <w:r w:rsidR="008A2C21">
              <w:t>support for southeast territory;</w:t>
            </w:r>
          </w:p>
          <w:p w:rsidR="00C86449" w:rsidRDefault="00C86449" w:rsidP="006C4CBE">
            <w:pPr>
              <w:pStyle w:val="Achievement"/>
            </w:pPr>
            <w:r>
              <w:t xml:space="preserve">Performed preventative maintenance, software upgrades and </w:t>
            </w:r>
            <w:r w:rsidR="008A2C21">
              <w:t>installs;</w:t>
            </w:r>
          </w:p>
          <w:p w:rsidR="00C86449" w:rsidRDefault="00C86449" w:rsidP="00AE185C">
            <w:pPr>
              <w:pStyle w:val="Achievement"/>
            </w:pPr>
            <w:r>
              <w:t>Troubleshoot and repaired electronic and electro-mechanical perfusion equipment such as blood pumps, centrifu</w:t>
            </w:r>
            <w:r w:rsidR="008A2C21">
              <w:t>ge, Autotransfusion, HMS Plus, Magellan, and AutoLog.</w:t>
            </w:r>
          </w:p>
          <w:p w:rsidR="00C86449" w:rsidRPr="00FD0543" w:rsidRDefault="00C86449" w:rsidP="002F2D55">
            <w:pPr>
              <w:pStyle w:val="Achievement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  <w:p w:rsidR="00C86449" w:rsidRDefault="00C86449" w:rsidP="00457184">
            <w:pPr>
              <w:pStyle w:val="CompanyName"/>
            </w:pPr>
            <w:r>
              <w:t xml:space="preserve">April 2004 – April 2005               </w:t>
            </w:r>
            <w:r w:rsidRPr="00F65C1B">
              <w:rPr>
                <w:b/>
              </w:rPr>
              <w:t>Optos North America</w:t>
            </w:r>
            <w:r>
              <w:t xml:space="preserve">                            </w:t>
            </w:r>
            <w:smartTag w:uri="urn:schemas-microsoft-com:office:smarttags" w:element="PlaceType">
              <w:smartTag w:uri="urn:schemas-microsoft-com:office:smarttags" w:element="PlaceType">
                <w:r>
                  <w:t>Atlanta</w:t>
                </w:r>
              </w:smartTag>
              <w:r>
                <w:t xml:space="preserve">, </w:t>
              </w:r>
              <w:smartTag w:uri="urn:schemas-microsoft-com:office:smarttags" w:element="PlaceType">
                <w:r>
                  <w:t>GA</w:t>
                </w:r>
              </w:smartTag>
            </w:smartTag>
          </w:p>
          <w:p w:rsidR="00C86449" w:rsidRPr="00FD0543" w:rsidRDefault="00C86449" w:rsidP="00457184">
            <w:pPr>
              <w:rPr>
                <w:sz w:val="12"/>
                <w:szCs w:val="12"/>
              </w:rPr>
            </w:pPr>
          </w:p>
          <w:p w:rsidR="00C86449" w:rsidRDefault="00C86449" w:rsidP="00457184">
            <w:pPr>
              <w:pStyle w:val="JobTitle"/>
              <w:rPr>
                <w:rFonts w:ascii="Arial" w:hAnsi="Arial" w:cs="Arial"/>
                <w:b/>
              </w:rPr>
            </w:pPr>
            <w:r w:rsidRPr="00A15E49">
              <w:rPr>
                <w:rFonts w:ascii="Arial" w:hAnsi="Arial" w:cs="Arial"/>
                <w:b/>
              </w:rPr>
              <w:t>Implementation Representative</w:t>
            </w:r>
          </w:p>
          <w:p w:rsidR="00C86449" w:rsidRDefault="008A2C21" w:rsidP="007263A4">
            <w:pPr>
              <w:pStyle w:val="Achievement"/>
            </w:pPr>
            <w:r>
              <w:t>Managed l</w:t>
            </w:r>
            <w:r w:rsidR="00C86449">
              <w:t>aser electro-optics eye scanning equipm</w:t>
            </w:r>
            <w:r>
              <w:t>ent throughout the southeast US;</w:t>
            </w:r>
          </w:p>
          <w:p w:rsidR="00C86449" w:rsidRPr="007263A4" w:rsidRDefault="00C86449" w:rsidP="007263A4">
            <w:pPr>
              <w:pStyle w:val="Achievement"/>
            </w:pPr>
            <w:r>
              <w:t>Preformed preventive maintenance, installations, and technical training</w:t>
            </w:r>
            <w:r w:rsidR="008A2C21">
              <w:t>;</w:t>
            </w:r>
          </w:p>
          <w:p w:rsidR="00C86449" w:rsidRDefault="00C86449" w:rsidP="000026F2">
            <w:pPr>
              <w:pStyle w:val="Achievement"/>
            </w:pPr>
            <w:r>
              <w:t xml:space="preserve">Installed and maintained wireless LAN/WAN for </w:t>
            </w:r>
            <w:r w:rsidR="008A2C21">
              <w:t>doctors’</w:t>
            </w:r>
            <w:r>
              <w:t xml:space="preserve"> off</w:t>
            </w:r>
            <w:r w:rsidR="008A2C21">
              <w:t>ices;</w:t>
            </w:r>
          </w:p>
          <w:p w:rsidR="00C86449" w:rsidRPr="006C4CBE" w:rsidRDefault="00C86449" w:rsidP="006C4CBE">
            <w:pPr>
              <w:pStyle w:val="Achievement"/>
            </w:pPr>
            <w:r>
              <w:t>Monitored usage, errors, and user techniques to ensure 100% customer satisfaction.</w:t>
            </w:r>
          </w:p>
          <w:p w:rsidR="00C86449" w:rsidRDefault="00C86449" w:rsidP="002F2D55">
            <w:pPr>
              <w:pStyle w:val="Achievement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  <w:p w:rsidR="00C86449" w:rsidRPr="002F2D55" w:rsidRDefault="00C86449" w:rsidP="002F2D55">
            <w:pPr>
              <w:pStyle w:val="Achievement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  <w:p w:rsidR="00C86449" w:rsidRDefault="00C86449" w:rsidP="00DA39E8">
            <w:pPr>
              <w:pStyle w:val="Achievement"/>
              <w:numPr>
                <w:ilvl w:val="0"/>
                <w:numId w:val="0"/>
              </w:numPr>
              <w:tabs>
                <w:tab w:val="left" w:pos="2190"/>
                <w:tab w:val="left" w:pos="6195"/>
                <w:tab w:val="left" w:pos="6720"/>
                <w:tab w:val="left" w:pos="6855"/>
              </w:tabs>
              <w:ind w:right="-96"/>
              <w:jc w:val="left"/>
            </w:pPr>
            <w:r>
              <w:t xml:space="preserve">May 2002 – April 2004                  </w:t>
            </w:r>
            <w:r w:rsidRPr="00F65C1B">
              <w:rPr>
                <w:b/>
              </w:rPr>
              <w:t>Emerson Network Power</w:t>
            </w:r>
            <w:r>
              <w:t xml:space="preserve">                           </w:t>
            </w:r>
            <w:smartTag w:uri="urn:schemas-microsoft-com:office:smarttags" w:element="PlaceType">
              <w:r>
                <w:t>Atlanta</w:t>
              </w:r>
            </w:smartTag>
            <w:r>
              <w:t>, GA</w:t>
            </w:r>
          </w:p>
          <w:p w:rsidR="00C86449" w:rsidRPr="00FD0543" w:rsidRDefault="00C86449" w:rsidP="00FD0543">
            <w:pPr>
              <w:rPr>
                <w:sz w:val="12"/>
                <w:szCs w:val="12"/>
              </w:rPr>
            </w:pPr>
          </w:p>
          <w:p w:rsidR="00C86449" w:rsidRPr="00D30B0B" w:rsidRDefault="00C86449" w:rsidP="00A83CBB">
            <w:pPr>
              <w:pStyle w:val="JobTitl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Field</w:t>
            </w:r>
            <w:r w:rsidRPr="00D30B0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Customer </w:t>
            </w:r>
            <w:r w:rsidRPr="00D30B0B">
              <w:rPr>
                <w:rFonts w:ascii="Arial" w:hAnsi="Arial" w:cs="Arial"/>
                <w:b/>
              </w:rPr>
              <w:t xml:space="preserve">Engineer </w:t>
            </w:r>
          </w:p>
          <w:p w:rsidR="00C86449" w:rsidRDefault="00C86449" w:rsidP="000026F2">
            <w:pPr>
              <w:pStyle w:val="Achievement"/>
              <w:ind w:right="204"/>
            </w:pPr>
            <w:r>
              <w:t>Managed large facility data centers with 24x7 UPS</w:t>
            </w:r>
            <w:r w:rsidR="008A2C21">
              <w:t xml:space="preserve"> and critical power protection;</w:t>
            </w:r>
          </w:p>
          <w:p w:rsidR="00C86449" w:rsidRDefault="00C86449" w:rsidP="00A31AB9">
            <w:pPr>
              <w:pStyle w:val="Achievement"/>
              <w:ind w:right="204"/>
            </w:pPr>
            <w:r>
              <w:t>Performed preventative maintenance on Liebert UPS</w:t>
            </w:r>
            <w:r w:rsidR="008A2C21">
              <w:t xml:space="preserve"> and power distribution systems;</w:t>
            </w:r>
          </w:p>
          <w:p w:rsidR="00C86449" w:rsidRDefault="00C86449" w:rsidP="00A31AB9">
            <w:pPr>
              <w:pStyle w:val="Achievement"/>
              <w:ind w:right="604"/>
            </w:pPr>
            <w:r>
              <w:t>Tested, troubles</w:t>
            </w:r>
            <w:r w:rsidR="008A2C21">
              <w:t>hoot, and installed UPS systems;</w:t>
            </w:r>
          </w:p>
          <w:p w:rsidR="00C86449" w:rsidRDefault="00C86449" w:rsidP="00A31AB9">
            <w:pPr>
              <w:pStyle w:val="Achievement"/>
              <w:ind w:right="604"/>
            </w:pPr>
            <w:r>
              <w:t xml:space="preserve">Performed software system upgrades through </w:t>
            </w:r>
            <w:r w:rsidR="008A2C21">
              <w:t>network monitoring packages;</w:t>
            </w:r>
          </w:p>
          <w:p w:rsidR="00C86449" w:rsidRDefault="00C86449" w:rsidP="00791BFE">
            <w:pPr>
              <w:pStyle w:val="Achievement"/>
              <w:ind w:right="604"/>
            </w:pPr>
            <w:r>
              <w:t>Reviewed electrical and electronic schematics for new installs and add-ons.</w:t>
            </w:r>
          </w:p>
          <w:p w:rsidR="00C86449" w:rsidRPr="008043AE" w:rsidRDefault="00C86449" w:rsidP="00153594">
            <w:pPr>
              <w:pStyle w:val="Achievement"/>
              <w:numPr>
                <w:ilvl w:val="0"/>
                <w:numId w:val="0"/>
              </w:numPr>
              <w:ind w:right="604"/>
              <w:rPr>
                <w:sz w:val="16"/>
                <w:szCs w:val="16"/>
              </w:rPr>
            </w:pPr>
          </w:p>
          <w:p w:rsidR="00C86449" w:rsidRPr="00906AC8" w:rsidRDefault="00C86449" w:rsidP="00153594">
            <w:pPr>
              <w:pStyle w:val="Achievement"/>
              <w:numPr>
                <w:ilvl w:val="0"/>
                <w:numId w:val="0"/>
              </w:numPr>
              <w:ind w:right="604"/>
              <w:rPr>
                <w:sz w:val="12"/>
                <w:szCs w:val="12"/>
              </w:rPr>
            </w:pPr>
          </w:p>
          <w:p w:rsidR="00C86449" w:rsidRDefault="00C86449" w:rsidP="00250702">
            <w:pPr>
              <w:pStyle w:val="Achievement"/>
              <w:numPr>
                <w:ilvl w:val="0"/>
                <w:numId w:val="0"/>
              </w:numPr>
              <w:tabs>
                <w:tab w:val="left" w:pos="6340"/>
                <w:tab w:val="left" w:pos="6945"/>
              </w:tabs>
              <w:ind w:right="0"/>
              <w:jc w:val="left"/>
              <w:rPr>
                <w:rStyle w:val="CompanyNameChar"/>
              </w:rPr>
            </w:pPr>
            <w:r>
              <w:t xml:space="preserve">Aug 1994 – May 2002                 </w:t>
            </w:r>
            <w:smartTag w:uri="urn:schemas-microsoft-com:office:smarttags" w:element="PlaceType">
              <w:smartTag w:uri="urn:schemas-microsoft-com:office:smarttags" w:element="PlaceType">
                <w:r w:rsidRPr="00F65C1B">
                  <w:rPr>
                    <w:rStyle w:val="CompanyNameChar"/>
                    <w:b/>
                  </w:rPr>
                  <w:t>United States</w:t>
                </w:r>
              </w:smartTag>
              <w:r w:rsidRPr="00F65C1B">
                <w:rPr>
                  <w:rStyle w:val="CompanyNameChar"/>
                  <w:b/>
                </w:rPr>
                <w:t xml:space="preserve"> </w:t>
              </w:r>
              <w:smartTag w:uri="urn:schemas-microsoft-com:office:smarttags" w:element="PlaceType">
                <w:r w:rsidRPr="00F65C1B">
                  <w:rPr>
                    <w:rStyle w:val="CompanyNameChar"/>
                    <w:b/>
                  </w:rPr>
                  <w:t>Coast</w:t>
                </w:r>
              </w:smartTag>
            </w:smartTag>
            <w:r w:rsidRPr="00F65C1B">
              <w:rPr>
                <w:rStyle w:val="CompanyNameChar"/>
                <w:b/>
              </w:rPr>
              <w:t xml:space="preserve"> Guard</w:t>
            </w:r>
            <w:r>
              <w:rPr>
                <w:rStyle w:val="CompanyNameChar"/>
              </w:rPr>
              <w:t xml:space="preserve">                    Throughout US</w:t>
            </w:r>
          </w:p>
          <w:p w:rsidR="00C86449" w:rsidRPr="00FD0543" w:rsidRDefault="00C86449" w:rsidP="00FD0543">
            <w:pPr>
              <w:rPr>
                <w:rStyle w:val="CompanyNameChar"/>
                <w:sz w:val="12"/>
                <w:szCs w:val="12"/>
              </w:rPr>
            </w:pPr>
          </w:p>
          <w:p w:rsidR="00C86449" w:rsidRPr="00D30B0B" w:rsidRDefault="00C86449" w:rsidP="009F3944">
            <w:pPr>
              <w:pStyle w:val="JobTitle"/>
              <w:rPr>
                <w:rFonts w:ascii="Arial" w:hAnsi="Arial" w:cs="Arial"/>
                <w:b/>
              </w:rPr>
            </w:pPr>
            <w:r w:rsidRPr="00D30B0B">
              <w:rPr>
                <w:rFonts w:ascii="Arial" w:hAnsi="Arial" w:cs="Arial"/>
                <w:b/>
              </w:rPr>
              <w:t>Electronic Technician</w:t>
            </w:r>
          </w:p>
          <w:p w:rsidR="00C86449" w:rsidRDefault="00C86449" w:rsidP="006B03EC">
            <w:pPr>
              <w:pStyle w:val="Achievement"/>
            </w:pPr>
            <w:r>
              <w:t>Maintained various marine radar and computer equipment used for military communication,</w:t>
            </w:r>
            <w:r w:rsidR="0048051E">
              <w:t xml:space="preserve"> navigation and defense systems;</w:t>
            </w:r>
          </w:p>
          <w:p w:rsidR="00C86449" w:rsidRDefault="00C86449" w:rsidP="009F3944">
            <w:pPr>
              <w:pStyle w:val="Achievement"/>
            </w:pPr>
            <w:r>
              <w:t>Responsible for tested, troubleshooting, repairing, and installing all communication, navigation, CCTV, radar</w:t>
            </w:r>
            <w:r w:rsidR="0048051E">
              <w:t>, antenna, and wireless systems;</w:t>
            </w:r>
          </w:p>
          <w:p w:rsidR="00C86449" w:rsidRDefault="0048051E" w:rsidP="006C4CBE">
            <w:pPr>
              <w:pStyle w:val="Achievement"/>
            </w:pPr>
            <w:r>
              <w:t>Programmed and repaired s</w:t>
            </w:r>
            <w:r w:rsidR="00C86449">
              <w:t>hips computer network, work statio</w:t>
            </w:r>
            <w:r>
              <w:t>ns, and communication equipment;</w:t>
            </w:r>
          </w:p>
          <w:p w:rsidR="00C86449" w:rsidRDefault="00C86449" w:rsidP="00FE49A8">
            <w:pPr>
              <w:pStyle w:val="Achievement"/>
            </w:pPr>
            <w:r>
              <w:t>Updated documentation, electronic schematic</w:t>
            </w:r>
            <w:r w:rsidR="0048051E">
              <w:t>s and drawings for new installs;</w:t>
            </w:r>
          </w:p>
          <w:p w:rsidR="00C86449" w:rsidRDefault="00C86449" w:rsidP="00AA3FE6">
            <w:pPr>
              <w:pStyle w:val="Achievement"/>
            </w:pPr>
            <w:r>
              <w:t>Provided training and technical support t</w:t>
            </w:r>
            <w:r w:rsidR="0048051E">
              <w:t>o base commander and end users;</w:t>
            </w:r>
          </w:p>
          <w:p w:rsidR="00C86449" w:rsidRDefault="0048051E" w:rsidP="00AA3FE6">
            <w:pPr>
              <w:pStyle w:val="Achievement"/>
            </w:pPr>
            <w:r>
              <w:t>Held top secret clearance;</w:t>
            </w:r>
          </w:p>
          <w:p w:rsidR="00C86449" w:rsidRDefault="00C86449" w:rsidP="00AA3FE6">
            <w:pPr>
              <w:pStyle w:val="Achievement"/>
            </w:pPr>
            <w:r>
              <w:t>Managed vendors and contractors on large projects.</w:t>
            </w:r>
          </w:p>
        </w:tc>
      </w:tr>
    </w:tbl>
    <w:p w:rsidR="00C86449" w:rsidRDefault="00C86449"/>
    <w:sectPr w:rsidR="00C86449" w:rsidSect="006B785C">
      <w:pgSz w:w="12240" w:h="15840"/>
      <w:pgMar w:top="935" w:right="2140" w:bottom="1122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" w15:restartNumberingAfterBreak="0">
    <w:nsid w:val="77DD2108"/>
    <w:multiLevelType w:val="hybridMultilevel"/>
    <w:tmpl w:val="3B06B5C4"/>
    <w:lvl w:ilvl="0" w:tplc="CD409A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ResumeStyle" w:val="0"/>
  </w:docVars>
  <w:rsids>
    <w:rsidRoot w:val="007435D9"/>
    <w:rsid w:val="000026F2"/>
    <w:rsid w:val="00024ABE"/>
    <w:rsid w:val="00036E9E"/>
    <w:rsid w:val="00044C2D"/>
    <w:rsid w:val="000516CC"/>
    <w:rsid w:val="0005309E"/>
    <w:rsid w:val="000562DF"/>
    <w:rsid w:val="00074F17"/>
    <w:rsid w:val="000871ED"/>
    <w:rsid w:val="00093716"/>
    <w:rsid w:val="000B2554"/>
    <w:rsid w:val="000B74E6"/>
    <w:rsid w:val="000D1FBA"/>
    <w:rsid w:val="000E7995"/>
    <w:rsid w:val="00105F8B"/>
    <w:rsid w:val="00113434"/>
    <w:rsid w:val="00115685"/>
    <w:rsid w:val="00124B02"/>
    <w:rsid w:val="00130489"/>
    <w:rsid w:val="00137F2A"/>
    <w:rsid w:val="00153594"/>
    <w:rsid w:val="00153FA3"/>
    <w:rsid w:val="00155EA1"/>
    <w:rsid w:val="00163EE3"/>
    <w:rsid w:val="00164E3B"/>
    <w:rsid w:val="001711EE"/>
    <w:rsid w:val="00176AF1"/>
    <w:rsid w:val="00182A25"/>
    <w:rsid w:val="001834FF"/>
    <w:rsid w:val="0019713B"/>
    <w:rsid w:val="001B7A3A"/>
    <w:rsid w:val="001D01F1"/>
    <w:rsid w:val="001D25B7"/>
    <w:rsid w:val="001D28D0"/>
    <w:rsid w:val="001E16CE"/>
    <w:rsid w:val="001F5929"/>
    <w:rsid w:val="00202FEF"/>
    <w:rsid w:val="00203FE5"/>
    <w:rsid w:val="00213A14"/>
    <w:rsid w:val="00216792"/>
    <w:rsid w:val="00223B25"/>
    <w:rsid w:val="002249E2"/>
    <w:rsid w:val="00250702"/>
    <w:rsid w:val="002562B4"/>
    <w:rsid w:val="00267078"/>
    <w:rsid w:val="00282E36"/>
    <w:rsid w:val="00283939"/>
    <w:rsid w:val="00283F41"/>
    <w:rsid w:val="002B4D8E"/>
    <w:rsid w:val="002C572B"/>
    <w:rsid w:val="002D034D"/>
    <w:rsid w:val="002D62DA"/>
    <w:rsid w:val="002E019C"/>
    <w:rsid w:val="002E05FE"/>
    <w:rsid w:val="002E649C"/>
    <w:rsid w:val="002F0F5D"/>
    <w:rsid w:val="002F131B"/>
    <w:rsid w:val="002F2D55"/>
    <w:rsid w:val="002F51C1"/>
    <w:rsid w:val="002F6EE6"/>
    <w:rsid w:val="00336537"/>
    <w:rsid w:val="003368E0"/>
    <w:rsid w:val="003460A9"/>
    <w:rsid w:val="00347378"/>
    <w:rsid w:val="003631C4"/>
    <w:rsid w:val="00371A37"/>
    <w:rsid w:val="00371BB4"/>
    <w:rsid w:val="0038513D"/>
    <w:rsid w:val="003906B4"/>
    <w:rsid w:val="00391351"/>
    <w:rsid w:val="003A42E9"/>
    <w:rsid w:val="003B0622"/>
    <w:rsid w:val="003C04FA"/>
    <w:rsid w:val="003C3496"/>
    <w:rsid w:val="003C368C"/>
    <w:rsid w:val="003D4336"/>
    <w:rsid w:val="003E5000"/>
    <w:rsid w:val="003E77E5"/>
    <w:rsid w:val="00406650"/>
    <w:rsid w:val="004100CD"/>
    <w:rsid w:val="00426E7D"/>
    <w:rsid w:val="00443DBF"/>
    <w:rsid w:val="00457184"/>
    <w:rsid w:val="00470B59"/>
    <w:rsid w:val="0047116A"/>
    <w:rsid w:val="0048051E"/>
    <w:rsid w:val="004965B4"/>
    <w:rsid w:val="004A671E"/>
    <w:rsid w:val="004B1823"/>
    <w:rsid w:val="004D1EEB"/>
    <w:rsid w:val="004E54B4"/>
    <w:rsid w:val="004F4CEB"/>
    <w:rsid w:val="00510CA7"/>
    <w:rsid w:val="00521408"/>
    <w:rsid w:val="00526EFB"/>
    <w:rsid w:val="00547DEB"/>
    <w:rsid w:val="00564420"/>
    <w:rsid w:val="00565C8F"/>
    <w:rsid w:val="00583F16"/>
    <w:rsid w:val="0058465C"/>
    <w:rsid w:val="005A4766"/>
    <w:rsid w:val="005B691B"/>
    <w:rsid w:val="005C1478"/>
    <w:rsid w:val="005C412A"/>
    <w:rsid w:val="005C5E7A"/>
    <w:rsid w:val="005D62B3"/>
    <w:rsid w:val="005E06C4"/>
    <w:rsid w:val="005E1C98"/>
    <w:rsid w:val="005E1F25"/>
    <w:rsid w:val="005E2838"/>
    <w:rsid w:val="005E2F36"/>
    <w:rsid w:val="005F5198"/>
    <w:rsid w:val="005F6ED1"/>
    <w:rsid w:val="006016D4"/>
    <w:rsid w:val="00604328"/>
    <w:rsid w:val="00610033"/>
    <w:rsid w:val="0061341B"/>
    <w:rsid w:val="00617ACB"/>
    <w:rsid w:val="00637E21"/>
    <w:rsid w:val="006410AC"/>
    <w:rsid w:val="00657441"/>
    <w:rsid w:val="00660FA8"/>
    <w:rsid w:val="006637D4"/>
    <w:rsid w:val="00663D63"/>
    <w:rsid w:val="00671378"/>
    <w:rsid w:val="00671F6B"/>
    <w:rsid w:val="006735AA"/>
    <w:rsid w:val="00676795"/>
    <w:rsid w:val="00692161"/>
    <w:rsid w:val="00693E88"/>
    <w:rsid w:val="006970D5"/>
    <w:rsid w:val="00697A18"/>
    <w:rsid w:val="006A73AE"/>
    <w:rsid w:val="006B03EC"/>
    <w:rsid w:val="006B0FF0"/>
    <w:rsid w:val="006B2319"/>
    <w:rsid w:val="006B785C"/>
    <w:rsid w:val="006C4CBE"/>
    <w:rsid w:val="006C5CB9"/>
    <w:rsid w:val="006F474E"/>
    <w:rsid w:val="00700FDA"/>
    <w:rsid w:val="00715877"/>
    <w:rsid w:val="00715E38"/>
    <w:rsid w:val="007248CE"/>
    <w:rsid w:val="007263A4"/>
    <w:rsid w:val="00734836"/>
    <w:rsid w:val="007435D9"/>
    <w:rsid w:val="00751AA9"/>
    <w:rsid w:val="00763AD8"/>
    <w:rsid w:val="0076604C"/>
    <w:rsid w:val="00784935"/>
    <w:rsid w:val="00791BFE"/>
    <w:rsid w:val="0079577C"/>
    <w:rsid w:val="007A285B"/>
    <w:rsid w:val="007D17A0"/>
    <w:rsid w:val="007D22CE"/>
    <w:rsid w:val="007D3E99"/>
    <w:rsid w:val="007D4DC1"/>
    <w:rsid w:val="008043AE"/>
    <w:rsid w:val="00806B94"/>
    <w:rsid w:val="00814523"/>
    <w:rsid w:val="00822FFE"/>
    <w:rsid w:val="00825B7E"/>
    <w:rsid w:val="0083226C"/>
    <w:rsid w:val="00836D20"/>
    <w:rsid w:val="00837CC0"/>
    <w:rsid w:val="0087623F"/>
    <w:rsid w:val="008903A4"/>
    <w:rsid w:val="00891010"/>
    <w:rsid w:val="00895C8D"/>
    <w:rsid w:val="008A2C21"/>
    <w:rsid w:val="008B5B5D"/>
    <w:rsid w:val="008E4C20"/>
    <w:rsid w:val="008E5E72"/>
    <w:rsid w:val="00903551"/>
    <w:rsid w:val="00905379"/>
    <w:rsid w:val="00906AC8"/>
    <w:rsid w:val="00915201"/>
    <w:rsid w:val="00947A44"/>
    <w:rsid w:val="00952F08"/>
    <w:rsid w:val="00966272"/>
    <w:rsid w:val="0097418C"/>
    <w:rsid w:val="009828F4"/>
    <w:rsid w:val="00996EFD"/>
    <w:rsid w:val="009B0664"/>
    <w:rsid w:val="009D1FC9"/>
    <w:rsid w:val="009E1E49"/>
    <w:rsid w:val="009E4E57"/>
    <w:rsid w:val="009E76C1"/>
    <w:rsid w:val="009F3944"/>
    <w:rsid w:val="009F799A"/>
    <w:rsid w:val="00A07095"/>
    <w:rsid w:val="00A15E49"/>
    <w:rsid w:val="00A20F90"/>
    <w:rsid w:val="00A24698"/>
    <w:rsid w:val="00A25982"/>
    <w:rsid w:val="00A30DBB"/>
    <w:rsid w:val="00A31AB9"/>
    <w:rsid w:val="00A364BB"/>
    <w:rsid w:val="00A60CCA"/>
    <w:rsid w:val="00A65A43"/>
    <w:rsid w:val="00A66D33"/>
    <w:rsid w:val="00A83CBB"/>
    <w:rsid w:val="00A952D0"/>
    <w:rsid w:val="00AA3FE6"/>
    <w:rsid w:val="00AA5433"/>
    <w:rsid w:val="00AA6A42"/>
    <w:rsid w:val="00AC12E0"/>
    <w:rsid w:val="00AE185C"/>
    <w:rsid w:val="00AE6174"/>
    <w:rsid w:val="00AF10FB"/>
    <w:rsid w:val="00AF199A"/>
    <w:rsid w:val="00AF55FF"/>
    <w:rsid w:val="00B036DA"/>
    <w:rsid w:val="00B06AF0"/>
    <w:rsid w:val="00B450B9"/>
    <w:rsid w:val="00B601F3"/>
    <w:rsid w:val="00B83CFC"/>
    <w:rsid w:val="00B91642"/>
    <w:rsid w:val="00BA5606"/>
    <w:rsid w:val="00BB5C88"/>
    <w:rsid w:val="00BC1157"/>
    <w:rsid w:val="00BE5136"/>
    <w:rsid w:val="00BF0451"/>
    <w:rsid w:val="00C04A16"/>
    <w:rsid w:val="00C05FE4"/>
    <w:rsid w:val="00C34818"/>
    <w:rsid w:val="00C359F9"/>
    <w:rsid w:val="00C6627F"/>
    <w:rsid w:val="00C72C19"/>
    <w:rsid w:val="00C75E3B"/>
    <w:rsid w:val="00C86449"/>
    <w:rsid w:val="00C923B2"/>
    <w:rsid w:val="00CA6282"/>
    <w:rsid w:val="00CA6BF6"/>
    <w:rsid w:val="00CB65E9"/>
    <w:rsid w:val="00CE7F72"/>
    <w:rsid w:val="00CF05E6"/>
    <w:rsid w:val="00CF36E1"/>
    <w:rsid w:val="00CF570A"/>
    <w:rsid w:val="00D04D12"/>
    <w:rsid w:val="00D204A8"/>
    <w:rsid w:val="00D21E41"/>
    <w:rsid w:val="00D24853"/>
    <w:rsid w:val="00D30B0B"/>
    <w:rsid w:val="00D51464"/>
    <w:rsid w:val="00D541F4"/>
    <w:rsid w:val="00D65823"/>
    <w:rsid w:val="00D72009"/>
    <w:rsid w:val="00DA21D9"/>
    <w:rsid w:val="00DA39E8"/>
    <w:rsid w:val="00DA754C"/>
    <w:rsid w:val="00DB5EDF"/>
    <w:rsid w:val="00DC11DC"/>
    <w:rsid w:val="00DC4DDF"/>
    <w:rsid w:val="00DC75F2"/>
    <w:rsid w:val="00DC7E43"/>
    <w:rsid w:val="00DD1DB4"/>
    <w:rsid w:val="00DD5603"/>
    <w:rsid w:val="00DE7312"/>
    <w:rsid w:val="00DF2B1F"/>
    <w:rsid w:val="00DF629E"/>
    <w:rsid w:val="00E0016D"/>
    <w:rsid w:val="00E029DF"/>
    <w:rsid w:val="00E13D98"/>
    <w:rsid w:val="00E22B80"/>
    <w:rsid w:val="00E26FD3"/>
    <w:rsid w:val="00E40B05"/>
    <w:rsid w:val="00E47634"/>
    <w:rsid w:val="00E75C9E"/>
    <w:rsid w:val="00E809A6"/>
    <w:rsid w:val="00E95425"/>
    <w:rsid w:val="00EA144B"/>
    <w:rsid w:val="00ED75F1"/>
    <w:rsid w:val="00F00117"/>
    <w:rsid w:val="00F00D2C"/>
    <w:rsid w:val="00F12F4C"/>
    <w:rsid w:val="00F22618"/>
    <w:rsid w:val="00F301E9"/>
    <w:rsid w:val="00F35AF8"/>
    <w:rsid w:val="00F50674"/>
    <w:rsid w:val="00F5529D"/>
    <w:rsid w:val="00F55FC1"/>
    <w:rsid w:val="00F65C1B"/>
    <w:rsid w:val="00F70963"/>
    <w:rsid w:val="00F814AD"/>
    <w:rsid w:val="00F85497"/>
    <w:rsid w:val="00F90BE9"/>
    <w:rsid w:val="00F95F18"/>
    <w:rsid w:val="00F968CB"/>
    <w:rsid w:val="00FA19B3"/>
    <w:rsid w:val="00FA518F"/>
    <w:rsid w:val="00FC41EE"/>
    <w:rsid w:val="00FD0543"/>
    <w:rsid w:val="00FE49A8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:contact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5D9"/>
    <w:rPr>
      <w:rFonts w:ascii="Arial" w:eastAsia="Batang" w:hAnsi="Arial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7435D9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link w:val="Heading2Char"/>
    <w:uiPriority w:val="99"/>
    <w:qFormat/>
    <w:rsid w:val="007435D9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7435D9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7435D9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7435D9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35D9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</w:rPr>
  </w:style>
  <w:style w:type="paragraph" w:customStyle="1" w:styleId="Achievement">
    <w:name w:val="Achievement"/>
    <w:basedOn w:val="BodyText"/>
    <w:uiPriority w:val="99"/>
    <w:rsid w:val="007435D9"/>
    <w:pPr>
      <w:numPr>
        <w:numId w:val="1"/>
      </w:numPr>
      <w:tabs>
        <w:tab w:val="clear" w:pos="360"/>
      </w:tabs>
      <w:spacing w:after="60"/>
      <w:ind w:right="245"/>
    </w:pPr>
  </w:style>
  <w:style w:type="paragraph" w:styleId="BodyText">
    <w:name w:val="Body Text"/>
    <w:basedOn w:val="Normal"/>
    <w:link w:val="BodyTextChar"/>
    <w:uiPriority w:val="99"/>
    <w:rsid w:val="007435D9"/>
    <w:pPr>
      <w:spacing w:after="220" w:line="220" w:lineRule="atLeast"/>
      <w:jc w:val="both"/>
    </w:pPr>
    <w:rPr>
      <w:spacing w:val="-5"/>
    </w:rPr>
  </w:style>
  <w:style w:type="character" w:customStyle="1" w:styleId="BodyTextChar">
    <w:name w:val="Body Text Char"/>
    <w:link w:val="BodyText"/>
    <w:uiPriority w:val="99"/>
    <w:locked/>
    <w:rsid w:val="00D541F4"/>
    <w:rPr>
      <w:rFonts w:ascii="Arial" w:eastAsia="Batang" w:hAnsi="Arial" w:cs="Times New Roman"/>
      <w:spacing w:val="-5"/>
      <w:lang w:val="en-US" w:eastAsia="en-US" w:bidi="ar-SA"/>
    </w:rPr>
  </w:style>
  <w:style w:type="paragraph" w:customStyle="1" w:styleId="Address1">
    <w:name w:val="Address 1"/>
    <w:basedOn w:val="Normal"/>
    <w:uiPriority w:val="99"/>
    <w:rsid w:val="007435D9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uiPriority w:val="99"/>
    <w:rsid w:val="007435D9"/>
    <w:pPr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Normal"/>
    <w:next w:val="Normal"/>
    <w:link w:val="CompanyNameChar"/>
    <w:autoRedefine/>
    <w:uiPriority w:val="99"/>
    <w:rsid w:val="00DA39E8"/>
    <w:pPr>
      <w:tabs>
        <w:tab w:val="left" w:pos="2160"/>
        <w:tab w:val="left" w:pos="2250"/>
        <w:tab w:val="left" w:pos="6240"/>
        <w:tab w:val="right" w:pos="6480"/>
        <w:tab w:val="left" w:pos="6855"/>
      </w:tabs>
      <w:spacing w:before="240" w:after="40" w:line="220" w:lineRule="atLeast"/>
    </w:pPr>
  </w:style>
  <w:style w:type="paragraph" w:customStyle="1" w:styleId="Institution">
    <w:name w:val="Institution"/>
    <w:basedOn w:val="Normal"/>
    <w:next w:val="Achievement"/>
    <w:autoRedefine/>
    <w:uiPriority w:val="99"/>
    <w:rsid w:val="007435D9"/>
    <w:pPr>
      <w:tabs>
        <w:tab w:val="left" w:pos="2160"/>
        <w:tab w:val="right" w:pos="6480"/>
      </w:tabs>
      <w:spacing w:before="240" w:after="60" w:line="220" w:lineRule="atLeast"/>
    </w:pPr>
  </w:style>
  <w:style w:type="paragraph" w:customStyle="1" w:styleId="JobTitle">
    <w:name w:val="Job Title"/>
    <w:next w:val="Achievement"/>
    <w:uiPriority w:val="99"/>
    <w:rsid w:val="007435D9"/>
    <w:pPr>
      <w:spacing w:after="60" w:line="220" w:lineRule="atLeast"/>
    </w:pPr>
    <w:rPr>
      <w:rFonts w:ascii="Arial Black" w:eastAsia="Batang" w:hAnsi="Arial Black"/>
      <w:spacing w:val="-10"/>
    </w:rPr>
  </w:style>
  <w:style w:type="paragraph" w:customStyle="1" w:styleId="Name">
    <w:name w:val="Name"/>
    <w:basedOn w:val="Normal"/>
    <w:next w:val="Normal"/>
    <w:uiPriority w:val="99"/>
    <w:rsid w:val="007435D9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Objective">
    <w:name w:val="Objective"/>
    <w:basedOn w:val="Normal"/>
    <w:next w:val="BodyText"/>
    <w:uiPriority w:val="99"/>
    <w:rsid w:val="007435D9"/>
    <w:pPr>
      <w:spacing w:before="240" w:after="220" w:line="220" w:lineRule="atLeast"/>
    </w:pPr>
  </w:style>
  <w:style w:type="paragraph" w:customStyle="1" w:styleId="SectionTitle">
    <w:name w:val="Section Title"/>
    <w:basedOn w:val="Normal"/>
    <w:next w:val="Normal"/>
    <w:autoRedefine/>
    <w:uiPriority w:val="99"/>
    <w:rsid w:val="002C572B"/>
    <w:pPr>
      <w:spacing w:before="220" w:line="220" w:lineRule="atLeast"/>
    </w:pPr>
    <w:rPr>
      <w:rFonts w:cs="Arial"/>
      <w:b/>
      <w:spacing w:val="-10"/>
      <w:sz w:val="22"/>
      <w:szCs w:val="22"/>
    </w:rPr>
  </w:style>
  <w:style w:type="paragraph" w:customStyle="1" w:styleId="PersonalInfo">
    <w:name w:val="Personal Info"/>
    <w:basedOn w:val="Achievement"/>
    <w:next w:val="Achievement"/>
    <w:uiPriority w:val="99"/>
    <w:rsid w:val="007435D9"/>
    <w:pPr>
      <w:numPr>
        <w:numId w:val="0"/>
      </w:numPr>
      <w:spacing w:before="240"/>
      <w:ind w:left="245" w:hanging="245"/>
    </w:pPr>
  </w:style>
  <w:style w:type="paragraph" w:styleId="BalloonText">
    <w:name w:val="Balloon Text"/>
    <w:basedOn w:val="Normal"/>
    <w:link w:val="BalloonTextChar"/>
    <w:uiPriority w:val="99"/>
    <w:semiHidden/>
    <w:rsid w:val="00743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eastAsia="Batang" w:cs="Times New Roman"/>
      <w:sz w:val="2"/>
    </w:rPr>
  </w:style>
  <w:style w:type="paragraph" w:styleId="BodyTextIndent">
    <w:name w:val="Body Text Indent"/>
    <w:basedOn w:val="BodyText"/>
    <w:link w:val="BodyTextIndentChar"/>
    <w:uiPriority w:val="99"/>
    <w:rsid w:val="007435D9"/>
    <w:pPr>
      <w:ind w:left="720"/>
    </w:p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eastAsia="Batang" w:hAnsi="Arial" w:cs="Times New Roman"/>
      <w:sz w:val="20"/>
      <w:szCs w:val="20"/>
    </w:rPr>
  </w:style>
  <w:style w:type="paragraph" w:customStyle="1" w:styleId="CityState">
    <w:name w:val="City/State"/>
    <w:basedOn w:val="BodyText"/>
    <w:next w:val="BodyText"/>
    <w:uiPriority w:val="99"/>
    <w:rsid w:val="007435D9"/>
    <w:pPr>
      <w:keepNext/>
    </w:pPr>
  </w:style>
  <w:style w:type="paragraph" w:customStyle="1" w:styleId="CompanyNameOne">
    <w:name w:val="Company Name One"/>
    <w:basedOn w:val="CompanyName"/>
    <w:next w:val="Normal"/>
    <w:autoRedefine/>
    <w:uiPriority w:val="99"/>
    <w:rsid w:val="007435D9"/>
  </w:style>
  <w:style w:type="paragraph" w:styleId="Date">
    <w:name w:val="Date"/>
    <w:basedOn w:val="BodyText"/>
    <w:link w:val="DateChar"/>
    <w:uiPriority w:val="99"/>
    <w:rsid w:val="007435D9"/>
    <w:pPr>
      <w:keepNext/>
    </w:pPr>
  </w:style>
  <w:style w:type="character" w:customStyle="1" w:styleId="DateChar">
    <w:name w:val="Date Char"/>
    <w:link w:val="Date"/>
    <w:uiPriority w:val="99"/>
    <w:semiHidden/>
    <w:locked/>
    <w:rPr>
      <w:rFonts w:ascii="Arial" w:eastAsia="Batang" w:hAnsi="Arial" w:cs="Times New Roman"/>
      <w:sz w:val="20"/>
      <w:szCs w:val="20"/>
    </w:rPr>
  </w:style>
  <w:style w:type="paragraph" w:customStyle="1" w:styleId="DocumentLabel">
    <w:name w:val="Document Label"/>
    <w:basedOn w:val="Normal"/>
    <w:next w:val="Normal"/>
    <w:uiPriority w:val="99"/>
    <w:rsid w:val="007435D9"/>
    <w:pPr>
      <w:spacing w:after="220"/>
      <w:jc w:val="both"/>
    </w:pPr>
    <w:rPr>
      <w:spacing w:val="-20"/>
      <w:sz w:val="48"/>
    </w:rPr>
  </w:style>
  <w:style w:type="character" w:styleId="Emphasis">
    <w:name w:val="Emphasis"/>
    <w:uiPriority w:val="99"/>
    <w:qFormat/>
    <w:rsid w:val="007435D9"/>
    <w:rPr>
      <w:rFonts w:ascii="Arial Black" w:hAnsi="Arial Black" w:cs="Times New Roman"/>
      <w:spacing w:val="-8"/>
      <w:sz w:val="18"/>
    </w:rPr>
  </w:style>
  <w:style w:type="paragraph" w:customStyle="1" w:styleId="HeaderBase">
    <w:name w:val="Header Base"/>
    <w:basedOn w:val="Normal"/>
    <w:uiPriority w:val="99"/>
    <w:rsid w:val="007435D9"/>
    <w:pPr>
      <w:jc w:val="both"/>
    </w:pPr>
  </w:style>
  <w:style w:type="paragraph" w:styleId="Footer">
    <w:name w:val="footer"/>
    <w:basedOn w:val="HeaderBase"/>
    <w:link w:val="FooterChar"/>
    <w:uiPriority w:val="99"/>
    <w:rsid w:val="007435D9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character" w:customStyle="1" w:styleId="FooterChar">
    <w:name w:val="Footer Char"/>
    <w:link w:val="Footer"/>
    <w:uiPriority w:val="99"/>
    <w:semiHidden/>
    <w:locked/>
    <w:rPr>
      <w:rFonts w:ascii="Arial" w:eastAsia="Batang" w:hAnsi="Arial" w:cs="Times New Roman"/>
      <w:sz w:val="20"/>
      <w:szCs w:val="20"/>
    </w:rPr>
  </w:style>
  <w:style w:type="paragraph" w:styleId="Header">
    <w:name w:val="header"/>
    <w:basedOn w:val="HeaderBase"/>
    <w:link w:val="HeaderChar"/>
    <w:uiPriority w:val="99"/>
    <w:rsid w:val="007435D9"/>
    <w:pPr>
      <w:spacing w:line="220" w:lineRule="atLeast"/>
      <w:ind w:left="-2160"/>
    </w:pPr>
  </w:style>
  <w:style w:type="character" w:customStyle="1" w:styleId="HeaderChar">
    <w:name w:val="Header Char"/>
    <w:link w:val="Header"/>
    <w:uiPriority w:val="99"/>
    <w:semiHidden/>
    <w:locked/>
    <w:rPr>
      <w:rFonts w:ascii="Arial" w:eastAsia="Batang" w:hAnsi="Arial" w:cs="Times New Roman"/>
      <w:sz w:val="20"/>
      <w:szCs w:val="20"/>
    </w:rPr>
  </w:style>
  <w:style w:type="paragraph" w:customStyle="1" w:styleId="HeadingBase">
    <w:name w:val="Heading Base"/>
    <w:basedOn w:val="BodyText"/>
    <w:next w:val="BodyText"/>
    <w:link w:val="HeadingBaseChar"/>
    <w:uiPriority w:val="99"/>
    <w:rsid w:val="007435D9"/>
    <w:pPr>
      <w:keepNext/>
      <w:keepLines/>
      <w:spacing w:after="0"/>
    </w:pPr>
    <w:rPr>
      <w:spacing w:val="-4"/>
      <w:sz w:val="18"/>
    </w:rPr>
  </w:style>
  <w:style w:type="character" w:customStyle="1" w:styleId="Job">
    <w:name w:val="Job"/>
    <w:uiPriority w:val="99"/>
    <w:rsid w:val="007435D9"/>
    <w:rPr>
      <w:rFonts w:cs="Times New Roman"/>
    </w:rPr>
  </w:style>
  <w:style w:type="character" w:customStyle="1" w:styleId="Lead-inEmphasis">
    <w:name w:val="Lead-in Emphasis"/>
    <w:uiPriority w:val="99"/>
    <w:rsid w:val="007435D9"/>
    <w:rPr>
      <w:rFonts w:ascii="Arial Black" w:hAnsi="Arial Black"/>
      <w:spacing w:val="-6"/>
      <w:sz w:val="18"/>
    </w:rPr>
  </w:style>
  <w:style w:type="paragraph" w:customStyle="1" w:styleId="NoTitle">
    <w:name w:val="No Title"/>
    <w:basedOn w:val="SectionTitle"/>
    <w:uiPriority w:val="99"/>
    <w:rsid w:val="007435D9"/>
  </w:style>
  <w:style w:type="character" w:styleId="PageNumber">
    <w:name w:val="page number"/>
    <w:uiPriority w:val="99"/>
    <w:rsid w:val="007435D9"/>
    <w:rPr>
      <w:rFonts w:ascii="Arial" w:hAnsi="Arial" w:cs="Times New Roman"/>
      <w:sz w:val="18"/>
    </w:rPr>
  </w:style>
  <w:style w:type="paragraph" w:customStyle="1" w:styleId="PersonalData">
    <w:name w:val="Personal Data"/>
    <w:basedOn w:val="BodyText"/>
    <w:uiPriority w:val="99"/>
    <w:rsid w:val="007435D9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SectionSubtitle">
    <w:name w:val="Section Subtitle"/>
    <w:basedOn w:val="SectionTitle"/>
    <w:next w:val="Normal"/>
    <w:uiPriority w:val="99"/>
    <w:rsid w:val="007435D9"/>
    <w:rPr>
      <w:b w:val="0"/>
      <w:spacing w:val="0"/>
    </w:rPr>
  </w:style>
  <w:style w:type="character" w:customStyle="1" w:styleId="CompanyNameChar">
    <w:name w:val="Company Name Char"/>
    <w:link w:val="CompanyName"/>
    <w:uiPriority w:val="99"/>
    <w:locked/>
    <w:rsid w:val="00DA39E8"/>
    <w:rPr>
      <w:rFonts w:ascii="Arial" w:eastAsia="Batang" w:hAnsi="Arial" w:cs="Times New Roman"/>
      <w:lang w:val="en-US" w:eastAsia="en-US" w:bidi="ar-SA"/>
    </w:rPr>
  </w:style>
  <w:style w:type="character" w:styleId="Hyperlink">
    <w:name w:val="Hyperlink"/>
    <w:uiPriority w:val="99"/>
    <w:rsid w:val="00E0016D"/>
    <w:rPr>
      <w:rFonts w:cs="Times New Roman"/>
      <w:color w:val="0000FF"/>
      <w:u w:val="single"/>
    </w:rPr>
  </w:style>
  <w:style w:type="character" w:customStyle="1" w:styleId="HeadingBaseChar">
    <w:name w:val="Heading Base Char"/>
    <w:link w:val="HeadingBase"/>
    <w:uiPriority w:val="99"/>
    <w:locked/>
    <w:rsid w:val="00D541F4"/>
    <w:rPr>
      <w:rFonts w:ascii="Arial" w:eastAsia="Batang" w:hAnsi="Arial" w:cs="Times New Roman"/>
      <w:spacing w:val="-4"/>
      <w:sz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univez@yahoo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Wizard.wiz</Template>
  <TotalTime>0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subject/>
  <dc:creator/>
  <cp:keywords/>
  <dc:description/>
  <cp:lastModifiedBy/>
  <cp:revision>1</cp:revision>
  <cp:lastPrinted>2008-01-15T19:34:00Z</cp:lastPrinted>
  <dcterms:created xsi:type="dcterms:W3CDTF">2015-06-05T16:27:00Z</dcterms:created>
  <dcterms:modified xsi:type="dcterms:W3CDTF">2015-06-05T16:43:00Z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