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2160"/>
        <w:gridCol w:w="2304"/>
      </w:tblGrid>
      <w:tr w:rsidR="0062400F">
        <w:trPr>
          <w:jc w:val="right"/>
        </w:trPr>
        <w:tc>
          <w:tcPr>
            <w:tcW w:w="2160" w:type="dxa"/>
          </w:tcPr>
          <w:p w:rsidR="0062400F" w:rsidRDefault="0041776C">
            <w:pPr>
              <w:pStyle w:val="Address2"/>
            </w:pPr>
            <w:r>
              <w:t>6721 Washington Ave Apt 26B</w:t>
            </w:r>
          </w:p>
          <w:p w:rsidR="0062400F" w:rsidRDefault="0041776C">
            <w:pPr>
              <w:pStyle w:val="Address2"/>
            </w:pPr>
            <w:r>
              <w:t>Ocean Spring, MS 39564</w:t>
            </w:r>
          </w:p>
        </w:tc>
        <w:tc>
          <w:tcPr>
            <w:tcW w:w="2304" w:type="dxa"/>
          </w:tcPr>
          <w:p w:rsidR="0062400F" w:rsidRDefault="00AF17F5">
            <w:pPr>
              <w:pStyle w:val="Address1"/>
            </w:pPr>
            <w:r>
              <w:t>Phone (</w:t>
            </w:r>
            <w:r w:rsidR="0041776C">
              <w:t>228) 209-5932</w:t>
            </w:r>
          </w:p>
          <w:p w:rsidR="0062400F" w:rsidRDefault="005824FD">
            <w:pPr>
              <w:pStyle w:val="Address1"/>
            </w:pPr>
            <w:r>
              <w:t>E-mail elj1075</w:t>
            </w:r>
            <w:r w:rsidR="0062400F">
              <w:t>@yahoo.com</w:t>
            </w:r>
          </w:p>
        </w:tc>
      </w:tr>
    </w:tbl>
    <w:p w:rsidR="0062400F" w:rsidRPr="002F088F" w:rsidRDefault="0062400F">
      <w:pPr>
        <w:pStyle w:val="Name"/>
        <w:rPr>
          <w:sz w:val="44"/>
          <w:szCs w:val="44"/>
        </w:rPr>
      </w:pPr>
      <w:r w:rsidRPr="002F088F">
        <w:rPr>
          <w:sz w:val="44"/>
          <w:szCs w:val="44"/>
        </w:rPr>
        <w:t>Emmett L. Jesse III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0"/>
      </w:tblGrid>
      <w:tr w:rsidR="0062400F" w:rsidRPr="002F088F">
        <w:tc>
          <w:tcPr>
            <w:tcW w:w="2160" w:type="dxa"/>
          </w:tcPr>
          <w:p w:rsidR="0062400F" w:rsidRPr="002F088F" w:rsidRDefault="0062400F">
            <w:pPr>
              <w:pStyle w:val="SectionTitle"/>
            </w:pPr>
            <w:r w:rsidRPr="002F088F">
              <w:t>Objective</w:t>
            </w:r>
          </w:p>
        </w:tc>
        <w:tc>
          <w:tcPr>
            <w:tcW w:w="6660" w:type="dxa"/>
          </w:tcPr>
          <w:p w:rsidR="0062400F" w:rsidRPr="002F088F" w:rsidRDefault="006B47D1" w:rsidP="00AF17F5">
            <w:pPr>
              <w:pStyle w:val="Objective"/>
            </w:pPr>
            <w:r>
              <w:t xml:space="preserve">To </w:t>
            </w:r>
            <w:r w:rsidR="00366C49">
              <w:t>s</w:t>
            </w:r>
            <w:r w:rsidR="00AF17F5">
              <w:t>how</w:t>
            </w:r>
            <w:r>
              <w:t xml:space="preserve"> my qualifications</w:t>
            </w:r>
            <w:r w:rsidR="00366C49">
              <w:t xml:space="preserve"> a</w:t>
            </w:r>
            <w:r>
              <w:t>s a</w:t>
            </w:r>
            <w:r w:rsidR="00D22357">
              <w:t>n</w:t>
            </w:r>
            <w:r w:rsidR="00366C49">
              <w:t xml:space="preserve"> </w:t>
            </w:r>
            <w:r w:rsidR="00D22357">
              <w:t>Accelerator/</w:t>
            </w:r>
            <w:r w:rsidR="00366C49">
              <w:t>Radar/Electronics Technician</w:t>
            </w:r>
            <w:r w:rsidR="000A1AE4">
              <w:t>, Field Engineer</w:t>
            </w:r>
            <w:r>
              <w:t>, my ability to work as a team player,</w:t>
            </w:r>
            <w:r w:rsidR="00AF17F5">
              <w:t xml:space="preserve"> my customer service skills,</w:t>
            </w:r>
            <w:r>
              <w:t xml:space="preserve"> </w:t>
            </w:r>
            <w:r w:rsidR="002C6AD1">
              <w:t xml:space="preserve">my </w:t>
            </w:r>
            <w:r w:rsidR="00AF17F5">
              <w:t>initiative and self-drive to be the best technician</w:t>
            </w:r>
            <w:r w:rsidR="000A1AE4">
              <w:t>/engineer</w:t>
            </w:r>
            <w:r w:rsidR="00AF17F5">
              <w:t xml:space="preserve"> for our team.</w:t>
            </w:r>
          </w:p>
        </w:tc>
      </w:tr>
      <w:tr w:rsidR="0062400F" w:rsidRPr="002F088F">
        <w:tc>
          <w:tcPr>
            <w:tcW w:w="2160" w:type="dxa"/>
          </w:tcPr>
          <w:p w:rsidR="0062400F" w:rsidRPr="002F088F" w:rsidRDefault="0062400F">
            <w:pPr>
              <w:pStyle w:val="SectionTitle"/>
            </w:pPr>
            <w:r w:rsidRPr="002F088F">
              <w:t>Employment</w:t>
            </w:r>
          </w:p>
        </w:tc>
        <w:tc>
          <w:tcPr>
            <w:tcW w:w="6660" w:type="dxa"/>
          </w:tcPr>
          <w:p w:rsidR="00E61839" w:rsidRPr="006779F5" w:rsidRDefault="00E61839" w:rsidP="00E61839">
            <w:pPr>
              <w:pStyle w:val="CompanyName"/>
            </w:pPr>
            <w:r>
              <w:t>2014</w:t>
            </w:r>
            <w:r w:rsidRPr="006779F5">
              <w:t xml:space="preserve"> -</w:t>
            </w:r>
            <w:r>
              <w:t xml:space="preserve"> Present          Varian Medical Systems, Inc.   </w:t>
            </w:r>
            <w:r w:rsidR="0041776C">
              <w:t>Ocean Springs, MS</w:t>
            </w:r>
          </w:p>
          <w:p w:rsidR="00E61839" w:rsidRDefault="00E61839" w:rsidP="00E61839">
            <w:pPr>
              <w:pStyle w:val="JobTitle"/>
            </w:pPr>
            <w:r>
              <w:t>Field Service Engineer</w:t>
            </w:r>
          </w:p>
          <w:p w:rsidR="00E61839" w:rsidRPr="0085162E" w:rsidRDefault="00E61839" w:rsidP="00E61839">
            <w:pPr>
              <w:pStyle w:val="Achievement"/>
              <w:tabs>
                <w:tab w:val="clear" w:pos="450"/>
                <w:tab w:val="num" w:pos="360"/>
              </w:tabs>
              <w:ind w:left="245"/>
            </w:pPr>
            <w:r>
              <w:t>Customer Service and Maintenance for Cancer Centers in East Texas</w:t>
            </w:r>
            <w:r w:rsidR="0041776C">
              <w:t xml:space="preserve"> and Mississippi Gulf Coast</w:t>
            </w:r>
            <w:r>
              <w:t>.</w:t>
            </w:r>
          </w:p>
          <w:p w:rsidR="00E61839" w:rsidRDefault="00E61839" w:rsidP="00E61839">
            <w:pPr>
              <w:pStyle w:val="Achievement"/>
              <w:tabs>
                <w:tab w:val="clear" w:pos="450"/>
                <w:tab w:val="num" w:pos="360"/>
              </w:tabs>
              <w:ind w:left="245"/>
            </w:pPr>
            <w:r w:rsidRPr="002F088F">
              <w:t>Op</w:t>
            </w:r>
            <w:r>
              <w:t>erate and maintain C-Series Linear Accelerators</w:t>
            </w:r>
            <w:r w:rsidR="00D22357">
              <w:t>, TrueBeams</w:t>
            </w:r>
            <w:r>
              <w:t xml:space="preserve"> and perform periodic maintenance (PMIs) as required.</w:t>
            </w:r>
          </w:p>
          <w:p w:rsidR="00EA1660" w:rsidRPr="00E61839" w:rsidRDefault="00EA1660" w:rsidP="00E61839">
            <w:pPr>
              <w:pStyle w:val="Achievement"/>
              <w:numPr>
                <w:ilvl w:val="0"/>
                <w:numId w:val="0"/>
              </w:numPr>
              <w:jc w:val="left"/>
              <w:rPr>
                <w:u w:val="single"/>
              </w:rPr>
            </w:pPr>
            <w:r w:rsidRPr="00E61839">
              <w:rPr>
                <w:u w:val="single"/>
              </w:rPr>
              <w:t>2008 -</w:t>
            </w:r>
            <w:r w:rsidR="00AF17F5" w:rsidRPr="00E61839">
              <w:rPr>
                <w:u w:val="single"/>
              </w:rPr>
              <w:t xml:space="preserve"> </w:t>
            </w:r>
            <w:r w:rsidR="00401F4D" w:rsidRPr="00E61839">
              <w:rPr>
                <w:u w:val="single"/>
              </w:rPr>
              <w:t>2014</w:t>
            </w:r>
            <w:r w:rsidR="002F3DF9" w:rsidRPr="00E61839">
              <w:rPr>
                <w:u w:val="single"/>
              </w:rPr>
              <w:t xml:space="preserve">          InD</w:t>
            </w:r>
            <w:r w:rsidR="006D3CA8" w:rsidRPr="00E61839">
              <w:rPr>
                <w:u w:val="single"/>
              </w:rPr>
              <w:t>yne Inc., Air Force Contractor</w:t>
            </w:r>
            <w:r w:rsidR="002F088F" w:rsidRPr="00E61839">
              <w:rPr>
                <w:u w:val="single"/>
              </w:rPr>
              <w:t xml:space="preserve">  </w:t>
            </w:r>
            <w:r w:rsidR="002F3DF9" w:rsidRPr="00E61839">
              <w:rPr>
                <w:u w:val="single"/>
              </w:rPr>
              <w:t xml:space="preserve">  </w:t>
            </w:r>
            <w:r w:rsidRPr="00E61839">
              <w:rPr>
                <w:u w:val="single"/>
              </w:rPr>
              <w:t>Eglin AFB, FL</w:t>
            </w:r>
          </w:p>
          <w:p w:rsidR="009C02CC" w:rsidRDefault="009C02CC" w:rsidP="009C02CC">
            <w:pPr>
              <w:pStyle w:val="JobTitle"/>
            </w:pPr>
            <w:r w:rsidRPr="002F088F">
              <w:t>Electronic Technician II</w:t>
            </w:r>
            <w:r w:rsidR="00FA33F0">
              <w:t>I</w:t>
            </w:r>
          </w:p>
          <w:p w:rsidR="004C02D7" w:rsidRPr="0085162E" w:rsidRDefault="004C02D7" w:rsidP="0041519D">
            <w:pPr>
              <w:pStyle w:val="Achievement"/>
            </w:pPr>
            <w:r w:rsidRPr="0085162E">
              <w:t>Air Force Research Lab/Advan</w:t>
            </w:r>
            <w:r w:rsidR="0085162E">
              <w:t>ced Weapons Explosive Facility; data collection for munitions testing.</w:t>
            </w:r>
          </w:p>
          <w:p w:rsidR="00490B19" w:rsidRDefault="005824FD" w:rsidP="00490B19">
            <w:pPr>
              <w:pStyle w:val="Achievement"/>
            </w:pPr>
            <w:r w:rsidRPr="002F088F">
              <w:t>Op</w:t>
            </w:r>
            <w:r w:rsidR="0041519D">
              <w:t>erate</w:t>
            </w:r>
            <w:r w:rsidR="00E61839">
              <w:t>d</w:t>
            </w:r>
            <w:r w:rsidR="0041519D">
              <w:t xml:space="preserve"> and maintain</w:t>
            </w:r>
            <w:r w:rsidR="00E61839">
              <w:t>ed</w:t>
            </w:r>
            <w:r w:rsidR="0036634F">
              <w:t xml:space="preserve"> multiple tracking radar systems: AN/FPS-16, </w:t>
            </w:r>
            <w:r w:rsidR="0036634F" w:rsidRPr="0036634F">
              <w:t>SADS II-R</w:t>
            </w:r>
            <w:r w:rsidR="0036634F">
              <w:t xml:space="preserve">, and </w:t>
            </w:r>
            <w:r w:rsidR="0036634F" w:rsidRPr="0036634F">
              <w:t>SADS VI-R</w:t>
            </w:r>
            <w:r w:rsidR="0036634F">
              <w:t>.</w:t>
            </w:r>
          </w:p>
          <w:p w:rsidR="00490B19" w:rsidRPr="00490B19" w:rsidRDefault="0085162E" w:rsidP="00490B19">
            <w:pPr>
              <w:pStyle w:val="Achievement"/>
            </w:pPr>
            <w:r>
              <w:t>Coordinate</w:t>
            </w:r>
            <w:r w:rsidR="00490B19" w:rsidRPr="00490B19">
              <w:t xml:space="preserve"> with Marine Corps, Air Force and Army personnel </w:t>
            </w:r>
            <w:r>
              <w:t>and provide</w:t>
            </w:r>
            <w:r w:rsidR="00490B19" w:rsidRPr="00490B19">
              <w:t xml:space="preserve"> customer service</w:t>
            </w:r>
            <w:r w:rsidR="00490B19">
              <w:t>.</w:t>
            </w:r>
          </w:p>
          <w:p w:rsidR="00EA1660" w:rsidRPr="002F3DF9" w:rsidRDefault="00490B19" w:rsidP="002F3DF9">
            <w:pPr>
              <w:pStyle w:val="Achievement"/>
              <w:numPr>
                <w:ilvl w:val="0"/>
                <w:numId w:val="0"/>
              </w:numPr>
              <w:jc w:val="left"/>
              <w:rPr>
                <w:u w:val="single"/>
              </w:rPr>
            </w:pPr>
            <w:r w:rsidRPr="002F3DF9">
              <w:t xml:space="preserve"> </w:t>
            </w:r>
            <w:r w:rsidRPr="002F3DF9">
              <w:rPr>
                <w:u w:val="single"/>
              </w:rPr>
              <w:t>2004</w:t>
            </w:r>
            <w:r w:rsidR="002F3DF9">
              <w:rPr>
                <w:u w:val="single"/>
              </w:rPr>
              <w:t xml:space="preserve"> - 2009               </w:t>
            </w:r>
            <w:r w:rsidR="00EA1660" w:rsidRPr="002F3DF9">
              <w:rPr>
                <w:u w:val="single"/>
              </w:rPr>
              <w:t>Jesse’s Fun Jumps</w:t>
            </w:r>
            <w:r w:rsidR="002F088F" w:rsidRPr="002F3DF9">
              <w:rPr>
                <w:u w:val="single"/>
              </w:rPr>
              <w:t xml:space="preserve">                </w:t>
            </w:r>
            <w:r w:rsidR="009C02CC" w:rsidRPr="002F3DF9">
              <w:rPr>
                <w:u w:val="single"/>
              </w:rPr>
              <w:t xml:space="preserve"> </w:t>
            </w:r>
            <w:r w:rsidR="00DB65D2" w:rsidRPr="002F3DF9">
              <w:rPr>
                <w:u w:val="single"/>
              </w:rPr>
              <w:t xml:space="preserve">   </w:t>
            </w:r>
            <w:r w:rsidR="00EA1660" w:rsidRPr="002F3DF9">
              <w:rPr>
                <w:u w:val="single"/>
              </w:rPr>
              <w:t>Pensacola, FL</w:t>
            </w:r>
          </w:p>
          <w:p w:rsidR="009C02CC" w:rsidRDefault="000A1AE4" w:rsidP="009C02CC">
            <w:pPr>
              <w:pStyle w:val="JobTitle"/>
            </w:pPr>
            <w:r>
              <w:t xml:space="preserve">Business </w:t>
            </w:r>
            <w:r w:rsidR="009C02CC" w:rsidRPr="002F3DF9">
              <w:t>Owner/Operator</w:t>
            </w:r>
          </w:p>
          <w:p w:rsidR="00B170E3" w:rsidRDefault="00B170E3" w:rsidP="00B170E3">
            <w:pPr>
              <w:pStyle w:val="Achievement"/>
            </w:pPr>
            <w:r>
              <w:t>Supervised and scheduled work for six employees.</w:t>
            </w:r>
          </w:p>
          <w:p w:rsidR="00B170E3" w:rsidRDefault="00B170E3" w:rsidP="00B170E3">
            <w:pPr>
              <w:pStyle w:val="Achievement"/>
            </w:pPr>
            <w:r>
              <w:t>Develo</w:t>
            </w:r>
            <w:r w:rsidR="0085162E">
              <w:t>ped and revised a business plan to help successfully run a company for six years</w:t>
            </w:r>
            <w:r>
              <w:t>.</w:t>
            </w:r>
          </w:p>
          <w:p w:rsidR="00B170E3" w:rsidRPr="00B170E3" w:rsidRDefault="00B170E3" w:rsidP="00B170E3">
            <w:pPr>
              <w:pStyle w:val="Achievement"/>
            </w:pPr>
            <w:r>
              <w:t>Recorded ledgers and accounting books.</w:t>
            </w:r>
          </w:p>
          <w:p w:rsidR="0062400F" w:rsidRPr="002F088F" w:rsidRDefault="0062400F" w:rsidP="006779F5">
            <w:pPr>
              <w:pStyle w:val="CompanyName"/>
            </w:pPr>
            <w:r w:rsidRPr="002F088F">
              <w:t xml:space="preserve">1997 </w:t>
            </w:r>
            <w:r w:rsidR="002F088F" w:rsidRPr="002F088F">
              <w:t>-</w:t>
            </w:r>
            <w:r w:rsidRPr="002F088F">
              <w:t xml:space="preserve"> </w:t>
            </w:r>
            <w:r w:rsidR="002F3DF9">
              <w:t xml:space="preserve">2006              </w:t>
            </w:r>
            <w:r w:rsidR="002F088F" w:rsidRPr="002F088F">
              <w:t>Uni</w:t>
            </w:r>
            <w:r w:rsidR="002F088F">
              <w:t xml:space="preserve">ted States Marine Corps    </w:t>
            </w:r>
            <w:r w:rsidR="00DB65D2">
              <w:t xml:space="preserve">   </w:t>
            </w:r>
            <w:r w:rsidRPr="002F088F">
              <w:t>Pensacola, FL</w:t>
            </w:r>
          </w:p>
          <w:p w:rsidR="0062400F" w:rsidRPr="002F088F" w:rsidRDefault="0062400F">
            <w:pPr>
              <w:pStyle w:val="JobTitle"/>
            </w:pPr>
            <w:r w:rsidRPr="002F088F">
              <w:t>Marine Air Traffic Control Radar Technician/Instructor</w:t>
            </w:r>
          </w:p>
          <w:p w:rsidR="0062400F" w:rsidRPr="002F088F" w:rsidRDefault="0041519D">
            <w:pPr>
              <w:pStyle w:val="Achievement"/>
            </w:pPr>
            <w:r>
              <w:t xml:space="preserve">Operated/Maintained the </w:t>
            </w:r>
            <w:r w:rsidR="0062400F" w:rsidRPr="002F088F">
              <w:t xml:space="preserve">AN/TPN-22 </w:t>
            </w:r>
            <w:r w:rsidR="009943D1">
              <w:t>Precision Approach R</w:t>
            </w:r>
            <w:r>
              <w:t xml:space="preserve">adar, </w:t>
            </w:r>
            <w:r w:rsidR="0062400F" w:rsidRPr="002F088F">
              <w:t>AN/TPS-73</w:t>
            </w:r>
            <w:r w:rsidR="009943D1">
              <w:t xml:space="preserve"> Arial S</w:t>
            </w:r>
            <w:r w:rsidR="008C3D79">
              <w:t>urvei</w:t>
            </w:r>
            <w:r w:rsidR="009943D1">
              <w:t>llance R</w:t>
            </w:r>
            <w:r w:rsidR="008C3D79">
              <w:t>adar</w:t>
            </w:r>
            <w:r>
              <w:t xml:space="preserve"> </w:t>
            </w:r>
            <w:r w:rsidR="009943D1">
              <w:t>and a</w:t>
            </w:r>
            <w:r>
              <w:t xml:space="preserve"> Command/Control System</w:t>
            </w:r>
            <w:r w:rsidR="0062400F" w:rsidRPr="002F088F">
              <w:t>.</w:t>
            </w:r>
          </w:p>
          <w:p w:rsidR="0062400F" w:rsidRPr="002F088F" w:rsidRDefault="0062400F" w:rsidP="00B170E3">
            <w:pPr>
              <w:pStyle w:val="Achievement"/>
            </w:pPr>
            <w:r w:rsidRPr="002F088F">
              <w:t>Instruct</w:t>
            </w:r>
            <w:r w:rsidR="00B170E3">
              <w:t xml:space="preserve">ed classes </w:t>
            </w:r>
            <w:r w:rsidRPr="002F088F">
              <w:t>for the CCS</w:t>
            </w:r>
            <w:r w:rsidR="00B170E3">
              <w:t>, Intro to Test Equipment, Small Component Solder Repair,</w:t>
            </w:r>
            <w:r w:rsidRPr="002F088F">
              <w:t xml:space="preserve"> AN/TPS-73</w:t>
            </w:r>
            <w:r w:rsidR="00B170E3">
              <w:t xml:space="preserve"> and t</w:t>
            </w:r>
            <w:r w:rsidRPr="002F088F">
              <w:t>rained new instructors.</w:t>
            </w:r>
          </w:p>
        </w:tc>
      </w:tr>
      <w:tr w:rsidR="0062400F" w:rsidRPr="002F088F">
        <w:tc>
          <w:tcPr>
            <w:tcW w:w="2160" w:type="dxa"/>
          </w:tcPr>
          <w:p w:rsidR="0062400F" w:rsidRPr="002F088F" w:rsidRDefault="0062400F">
            <w:pPr>
              <w:pStyle w:val="SectionTitle"/>
            </w:pPr>
            <w:r w:rsidRPr="002F088F">
              <w:t>Education</w:t>
            </w:r>
            <w:r w:rsidR="00262DF2">
              <w:t xml:space="preserve"> /         Job Training</w:t>
            </w:r>
          </w:p>
        </w:tc>
        <w:tc>
          <w:tcPr>
            <w:tcW w:w="6660" w:type="dxa"/>
          </w:tcPr>
          <w:p w:rsidR="00E02D43" w:rsidRPr="00E02D43" w:rsidRDefault="00E02D43" w:rsidP="00CF7785">
            <w:pPr>
              <w:pStyle w:val="Achievement"/>
              <w:numPr>
                <w:ilvl w:val="0"/>
                <w:numId w:val="0"/>
              </w:numPr>
              <w:ind w:left="245"/>
            </w:pPr>
          </w:p>
          <w:p w:rsidR="00EF4D10" w:rsidRPr="00CF7785" w:rsidRDefault="00EF4D10" w:rsidP="00CF7785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r w:rsidRPr="00CF7785">
              <w:rPr>
                <w:b/>
              </w:rPr>
              <w:t>Northwest Florida State College</w:t>
            </w:r>
          </w:p>
          <w:p w:rsidR="00EF4D10" w:rsidRDefault="0041776C" w:rsidP="00262DF2">
            <w:pPr>
              <w:pStyle w:val="Achievement"/>
            </w:pPr>
            <w:r>
              <w:t xml:space="preserve">Dec. 2016 </w:t>
            </w:r>
            <w:r w:rsidR="00EF4D10">
              <w:t xml:space="preserve">Bachelor of Applied Science, Project Management, </w:t>
            </w:r>
            <w:r w:rsidR="00401F4D">
              <w:t>emphasis in Quality Assurance.</w:t>
            </w:r>
          </w:p>
          <w:p w:rsidR="00EF4D10" w:rsidRDefault="00262DF2" w:rsidP="00262DF2">
            <w:pPr>
              <w:pStyle w:val="Achievement"/>
            </w:pPr>
            <w:r w:rsidRPr="0085162E">
              <w:t>Aug. 2013</w:t>
            </w:r>
            <w:r>
              <w:t xml:space="preserve"> Associates of Arts, General</w:t>
            </w:r>
            <w:r w:rsidR="00401F4D">
              <w:t>.</w:t>
            </w:r>
          </w:p>
          <w:p w:rsidR="00262DF2" w:rsidRDefault="00262DF2" w:rsidP="00262DF2">
            <w:pPr>
              <w:pStyle w:val="Achievement"/>
              <w:numPr>
                <w:ilvl w:val="0"/>
                <w:numId w:val="0"/>
              </w:numPr>
            </w:pPr>
          </w:p>
          <w:p w:rsidR="000A1AE4" w:rsidRDefault="000A1AE4" w:rsidP="00E61839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</w:p>
          <w:p w:rsidR="000A1AE4" w:rsidRDefault="000A1AE4" w:rsidP="00E61839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</w:p>
          <w:p w:rsidR="00D22357" w:rsidRPr="00E61839" w:rsidRDefault="00CF7785" w:rsidP="00E61839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bookmarkStart w:id="0" w:name="_GoBack"/>
            <w:bookmarkEnd w:id="0"/>
            <w:r w:rsidRPr="00CF7785">
              <w:rPr>
                <w:b/>
              </w:rPr>
              <w:lastRenderedPageBreak/>
              <w:t>Marine Corps</w:t>
            </w:r>
            <w:r w:rsidR="00262DF2">
              <w:rPr>
                <w:b/>
              </w:rPr>
              <w:t xml:space="preserve"> / Job Training</w:t>
            </w:r>
          </w:p>
          <w:p w:rsidR="00D22357" w:rsidRDefault="00D22357" w:rsidP="00401F4D">
            <w:pPr>
              <w:pStyle w:val="Achievement"/>
            </w:pPr>
            <w:r>
              <w:t>Feb. 2016 – TrueBeam Delta Course Training</w:t>
            </w:r>
          </w:p>
          <w:p w:rsidR="00401F4D" w:rsidRDefault="00401F4D" w:rsidP="00401F4D">
            <w:pPr>
              <w:pStyle w:val="Achievement"/>
            </w:pPr>
            <w:r>
              <w:t xml:space="preserve">Nov. 2014 – Imagining and Mechanical Arms for </w:t>
            </w:r>
            <w:proofErr w:type="spellStart"/>
            <w:r>
              <w:t>Clinacs</w:t>
            </w:r>
            <w:proofErr w:type="spellEnd"/>
          </w:p>
          <w:p w:rsidR="0041776C" w:rsidRDefault="0041776C" w:rsidP="00401F4D">
            <w:pPr>
              <w:pStyle w:val="Achievement"/>
            </w:pPr>
            <w:r>
              <w:t>June 2014 – 4DITC Course for Varian C-Series</w:t>
            </w:r>
          </w:p>
          <w:p w:rsidR="00401F4D" w:rsidRPr="00401F4D" w:rsidRDefault="00401F4D" w:rsidP="00D22357">
            <w:pPr>
              <w:pStyle w:val="Achievement"/>
            </w:pPr>
            <w:r w:rsidRPr="00401F4D">
              <w:t>May 2014 – Clinac Essentials for Linear Accelerators</w:t>
            </w:r>
          </w:p>
          <w:p w:rsidR="00401F4D" w:rsidRPr="00262DF2" w:rsidRDefault="00401F4D" w:rsidP="00D22357">
            <w:pPr>
              <w:pStyle w:val="Achievement"/>
            </w:pPr>
            <w:r w:rsidRPr="00401F4D">
              <w:t>Oct. 2012 -</w:t>
            </w:r>
            <w:r w:rsidR="00D22357">
              <w:t>-</w:t>
            </w:r>
            <w:r w:rsidRPr="00401F4D">
              <w:t xml:space="preserve"> RIR-980 Radar Course</w:t>
            </w:r>
          </w:p>
          <w:p w:rsidR="00262DF2" w:rsidRPr="002F088F" w:rsidRDefault="00262DF2" w:rsidP="00262DF2">
            <w:pPr>
              <w:pStyle w:val="Achievement"/>
            </w:pPr>
            <w:r w:rsidRPr="00262DF2">
              <w:t>June 2005 -</w:t>
            </w:r>
            <w:r w:rsidR="00D22357">
              <w:t>-</w:t>
            </w:r>
            <w:r w:rsidRPr="00262DF2">
              <w:t xml:space="preserve"> Training Division Instructor Evaluator</w:t>
            </w:r>
          </w:p>
          <w:p w:rsidR="0062400F" w:rsidRPr="002F088F" w:rsidRDefault="00CF7785" w:rsidP="00CF7785">
            <w:pPr>
              <w:pStyle w:val="Achievement"/>
            </w:pPr>
            <w:r>
              <w:t>Sept.</w:t>
            </w:r>
            <w:r w:rsidR="0062400F" w:rsidRPr="00CF7785">
              <w:t xml:space="preserve"> 2002 -</w:t>
            </w:r>
            <w:r w:rsidR="00D22357">
              <w:t>-</w:t>
            </w:r>
            <w:r w:rsidR="0062400F" w:rsidRPr="002F088F">
              <w:t xml:space="preserve"> Basic Instructor Training Course</w:t>
            </w:r>
          </w:p>
          <w:p w:rsidR="0062400F" w:rsidRPr="002F088F" w:rsidRDefault="00CF7785" w:rsidP="00CF7785">
            <w:pPr>
              <w:pStyle w:val="Achievement"/>
            </w:pPr>
            <w:r>
              <w:t>Mar.</w:t>
            </w:r>
            <w:r w:rsidR="0062400F" w:rsidRPr="00CF7785">
              <w:t xml:space="preserve"> 1999 -</w:t>
            </w:r>
            <w:r w:rsidR="00D22357">
              <w:t>-</w:t>
            </w:r>
            <w:r w:rsidR="0062400F" w:rsidRPr="002F088F">
              <w:t xml:space="preserve"> Personal Finance Management</w:t>
            </w:r>
          </w:p>
          <w:p w:rsidR="0062400F" w:rsidRPr="002F088F" w:rsidRDefault="00CF7785" w:rsidP="00CF7785">
            <w:pPr>
              <w:pStyle w:val="Achievement"/>
            </w:pPr>
            <w:r>
              <w:t>Aug.</w:t>
            </w:r>
            <w:r w:rsidR="0062400F" w:rsidRPr="00CF7785">
              <w:t xml:space="preserve"> 1998 -</w:t>
            </w:r>
            <w:r w:rsidR="00D22357">
              <w:t>-</w:t>
            </w:r>
            <w:r w:rsidR="0062400F" w:rsidRPr="002F088F">
              <w:t xml:space="preserve"> Marine Air Traffic Control Radar Technician Course</w:t>
            </w:r>
          </w:p>
          <w:p w:rsidR="0062400F" w:rsidRPr="002F088F" w:rsidRDefault="00CF7785" w:rsidP="00CF7785">
            <w:pPr>
              <w:pStyle w:val="Achievement"/>
            </w:pPr>
            <w:r>
              <w:t>Jan.</w:t>
            </w:r>
            <w:r w:rsidR="0062400F" w:rsidRPr="00CF7785">
              <w:t xml:space="preserve"> 1998 </w:t>
            </w:r>
            <w:r w:rsidR="0062400F" w:rsidRPr="002F088F">
              <w:t>-</w:t>
            </w:r>
            <w:r w:rsidR="00D22357">
              <w:t>-</w:t>
            </w:r>
            <w:r w:rsidR="0062400F" w:rsidRPr="002F088F">
              <w:t xml:space="preserve"> Mini-component Repair Course</w:t>
            </w:r>
          </w:p>
          <w:p w:rsidR="0062400F" w:rsidRPr="002F088F" w:rsidRDefault="00CF7785" w:rsidP="00CF7785">
            <w:pPr>
              <w:pStyle w:val="Achievement"/>
            </w:pPr>
            <w:r>
              <w:t>Jan.</w:t>
            </w:r>
            <w:r w:rsidR="0062400F" w:rsidRPr="00CF7785">
              <w:t xml:space="preserve"> 1998 </w:t>
            </w:r>
            <w:r w:rsidR="0062400F" w:rsidRPr="002F088F">
              <w:t>-</w:t>
            </w:r>
            <w:r w:rsidR="00D22357">
              <w:t>-</w:t>
            </w:r>
            <w:r w:rsidR="0062400F" w:rsidRPr="002F088F">
              <w:t xml:space="preserve"> Avionics Technician Intermediate Level Course</w:t>
            </w:r>
          </w:p>
          <w:p w:rsidR="0062400F" w:rsidRPr="002F088F" w:rsidRDefault="00CF7785" w:rsidP="00CF7785">
            <w:pPr>
              <w:pStyle w:val="Achievement"/>
            </w:pPr>
            <w:r>
              <w:t>Oct.</w:t>
            </w:r>
            <w:r w:rsidR="0062400F" w:rsidRPr="00CF7785">
              <w:t xml:space="preserve"> 1997 -</w:t>
            </w:r>
            <w:r w:rsidR="00D22357">
              <w:t>-</w:t>
            </w:r>
            <w:r w:rsidR="00C41A59" w:rsidRPr="00CF7785">
              <w:t xml:space="preserve"> </w:t>
            </w:r>
            <w:r w:rsidR="0062400F" w:rsidRPr="002F088F">
              <w:t>Avionics Technician Common Core</w:t>
            </w:r>
          </w:p>
          <w:p w:rsidR="0062400F" w:rsidRPr="002F088F" w:rsidRDefault="00CF7785" w:rsidP="00CF7785">
            <w:pPr>
              <w:pStyle w:val="Achievement"/>
            </w:pPr>
            <w:r>
              <w:t>July</w:t>
            </w:r>
            <w:r w:rsidR="0062400F" w:rsidRPr="00CF7785">
              <w:t xml:space="preserve"> 1997 -</w:t>
            </w:r>
            <w:r w:rsidR="00D22357">
              <w:t>-</w:t>
            </w:r>
            <w:r w:rsidR="0062400F" w:rsidRPr="00CF7785">
              <w:t xml:space="preserve"> </w:t>
            </w:r>
            <w:r w:rsidR="0062400F" w:rsidRPr="002F088F">
              <w:t>Marine Combat Training</w:t>
            </w:r>
          </w:p>
          <w:p w:rsidR="0062400F" w:rsidRPr="002F088F" w:rsidRDefault="00CF7785" w:rsidP="00CF7785">
            <w:pPr>
              <w:pStyle w:val="Achievement"/>
            </w:pPr>
            <w:r>
              <w:t>June</w:t>
            </w:r>
            <w:r w:rsidR="0062400F" w:rsidRPr="00CF7785">
              <w:t xml:space="preserve"> 1997 -</w:t>
            </w:r>
            <w:r w:rsidR="00D22357">
              <w:t>-</w:t>
            </w:r>
            <w:r w:rsidR="0062400F" w:rsidRPr="002F088F">
              <w:t xml:space="preserve"> Marine Corps Recruit Training</w:t>
            </w:r>
          </w:p>
          <w:p w:rsidR="0062400F" w:rsidRPr="002F088F" w:rsidRDefault="00CF7785" w:rsidP="00CF7785">
            <w:pPr>
              <w:pStyle w:val="Achievement"/>
            </w:pPr>
            <w:r>
              <w:t>June</w:t>
            </w:r>
            <w:r w:rsidR="0062400F" w:rsidRPr="00CF7785">
              <w:t xml:space="preserve"> 1996 -</w:t>
            </w:r>
            <w:r w:rsidR="00D22357">
              <w:t>-</w:t>
            </w:r>
            <w:r w:rsidR="0062400F" w:rsidRPr="002F088F">
              <w:t xml:space="preserve"> Red Bank High School/ Red Bank, Tennessee/ Diploma</w:t>
            </w:r>
          </w:p>
        </w:tc>
      </w:tr>
      <w:tr w:rsidR="00CF7785" w:rsidRPr="002F088F">
        <w:tc>
          <w:tcPr>
            <w:tcW w:w="2160" w:type="dxa"/>
          </w:tcPr>
          <w:p w:rsidR="00CF7785" w:rsidRPr="002F088F" w:rsidRDefault="00262DF2">
            <w:pPr>
              <w:pStyle w:val="SectionTitle"/>
            </w:pPr>
            <w:r>
              <w:lastRenderedPageBreak/>
              <w:t>Leadership Training</w:t>
            </w:r>
          </w:p>
        </w:tc>
        <w:tc>
          <w:tcPr>
            <w:tcW w:w="6660" w:type="dxa"/>
          </w:tcPr>
          <w:p w:rsidR="00CF7785" w:rsidRDefault="00CF7785" w:rsidP="00CF7785">
            <w:pPr>
              <w:pStyle w:val="Achievement"/>
              <w:numPr>
                <w:ilvl w:val="0"/>
                <w:numId w:val="0"/>
              </w:numPr>
            </w:pPr>
          </w:p>
          <w:p w:rsidR="002F3DF9" w:rsidRPr="002F3DF9" w:rsidRDefault="002F3DF9" w:rsidP="00CF7785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Plan, Organize, Control, and Lead</w:t>
            </w:r>
          </w:p>
          <w:p w:rsidR="00C50CC7" w:rsidRDefault="00C50CC7" w:rsidP="00262DF2">
            <w:pPr>
              <w:pStyle w:val="Achievement"/>
            </w:pPr>
            <w:r>
              <w:t>2004-2009 – Managed six employees</w:t>
            </w:r>
          </w:p>
          <w:p w:rsidR="00401F4D" w:rsidRDefault="00401F4D" w:rsidP="00D22357">
            <w:pPr>
              <w:pStyle w:val="Achievement"/>
            </w:pPr>
            <w:r w:rsidRPr="00401F4D">
              <w:t>Apr. 2003 -</w:t>
            </w:r>
            <w:r w:rsidR="00D22357">
              <w:t>-</w:t>
            </w:r>
            <w:r w:rsidRPr="00401F4D">
              <w:t xml:space="preserve"> Sergeants Leadership Course</w:t>
            </w:r>
          </w:p>
          <w:p w:rsidR="00262DF2" w:rsidRDefault="00C50CC7" w:rsidP="00262DF2">
            <w:pPr>
              <w:pStyle w:val="Achievement"/>
            </w:pPr>
            <w:r>
              <w:t>Jan.-July 2002 – Marine Corps Troop-handler (288 Marines)</w:t>
            </w:r>
          </w:p>
          <w:p w:rsidR="00262DF2" w:rsidRPr="00E02D43" w:rsidRDefault="00262DF2" w:rsidP="00262DF2">
            <w:pPr>
              <w:pStyle w:val="Achievement"/>
            </w:pPr>
            <w:r w:rsidRPr="00262DF2">
              <w:t>Aug. 1999 -</w:t>
            </w:r>
            <w:r w:rsidR="00D22357">
              <w:t>-</w:t>
            </w:r>
            <w:r w:rsidRPr="00262DF2">
              <w:t xml:space="preserve"> Corporals Leadership Course</w:t>
            </w:r>
          </w:p>
        </w:tc>
      </w:tr>
      <w:tr w:rsidR="0062400F" w:rsidRPr="002F088F">
        <w:trPr>
          <w:trHeight w:val="954"/>
        </w:trPr>
        <w:tc>
          <w:tcPr>
            <w:tcW w:w="2160" w:type="dxa"/>
          </w:tcPr>
          <w:p w:rsidR="0062400F" w:rsidRPr="002F088F" w:rsidRDefault="00C50CC7">
            <w:pPr>
              <w:pStyle w:val="SectionTitle"/>
            </w:pPr>
            <w:r>
              <w:t>Security C</w:t>
            </w:r>
            <w:r w:rsidR="0062400F" w:rsidRPr="002F088F">
              <w:t>learance</w:t>
            </w:r>
          </w:p>
        </w:tc>
        <w:tc>
          <w:tcPr>
            <w:tcW w:w="6660" w:type="dxa"/>
          </w:tcPr>
          <w:p w:rsidR="0062400F" w:rsidRPr="002F088F" w:rsidRDefault="0062400F">
            <w:pPr>
              <w:pStyle w:val="Objective"/>
            </w:pPr>
            <w:r w:rsidRPr="00285BDF">
              <w:rPr>
                <w:b/>
                <w:bCs/>
              </w:rPr>
              <w:t>Secret</w:t>
            </w:r>
            <w:r w:rsidR="00C41A59">
              <w:t xml:space="preserve"> </w:t>
            </w:r>
            <w:r w:rsidRPr="002F088F">
              <w:t>- I served my unit as the Classified Material Control Custodian for 3 years.</w:t>
            </w:r>
          </w:p>
        </w:tc>
      </w:tr>
      <w:tr w:rsidR="0062400F" w:rsidRPr="002F088F">
        <w:tc>
          <w:tcPr>
            <w:tcW w:w="2160" w:type="dxa"/>
          </w:tcPr>
          <w:p w:rsidR="0062400F" w:rsidRPr="002F088F" w:rsidRDefault="00C50CC7">
            <w:pPr>
              <w:pStyle w:val="SectionTitle"/>
            </w:pPr>
            <w:r>
              <w:t>Awards R</w:t>
            </w:r>
            <w:r w:rsidR="0062400F" w:rsidRPr="002F088F">
              <w:t>eceived</w:t>
            </w:r>
          </w:p>
        </w:tc>
        <w:tc>
          <w:tcPr>
            <w:tcW w:w="6660" w:type="dxa"/>
          </w:tcPr>
          <w:p w:rsidR="0042353F" w:rsidRDefault="0042353F" w:rsidP="002F088F">
            <w:pPr>
              <w:pStyle w:val="Objective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First Quarter 2010- </w:t>
            </w:r>
            <w:r w:rsidRPr="0042353F">
              <w:rPr>
                <w:bCs/>
              </w:rPr>
              <w:t xml:space="preserve">“On-the-Spot” award for a cost savings of </w:t>
            </w:r>
            <w:r>
              <w:rPr>
                <w:bCs/>
              </w:rPr>
              <w:t>approximately $29,000 to the government</w:t>
            </w:r>
            <w:r w:rsidR="003509EE">
              <w:rPr>
                <w:bCs/>
              </w:rPr>
              <w:t>.</w:t>
            </w:r>
          </w:p>
          <w:p w:rsidR="002F088F" w:rsidRPr="002F088F" w:rsidRDefault="00C50CC7" w:rsidP="002F088F">
            <w:pPr>
              <w:pStyle w:val="Objective"/>
              <w:spacing w:line="240" w:lineRule="auto"/>
            </w:pPr>
            <w:r>
              <w:rPr>
                <w:b/>
                <w:bCs/>
              </w:rPr>
              <w:t>Jan.</w:t>
            </w:r>
            <w:r w:rsidR="009C02CC" w:rsidRPr="002F088F">
              <w:rPr>
                <w:b/>
                <w:bCs/>
              </w:rPr>
              <w:t xml:space="preserve"> 20</w:t>
            </w:r>
            <w:r w:rsidR="005824FD">
              <w:rPr>
                <w:b/>
                <w:bCs/>
              </w:rPr>
              <w:t>09</w:t>
            </w:r>
            <w:r w:rsidR="009C02CC" w:rsidRPr="002F088F">
              <w:t xml:space="preserve"> </w:t>
            </w:r>
            <w:r w:rsidR="00C41A59">
              <w:t>-</w:t>
            </w:r>
            <w:r w:rsidR="009C02CC" w:rsidRPr="002F088F">
              <w:t xml:space="preserve"> Nominated Team of the Year</w:t>
            </w:r>
          </w:p>
          <w:p w:rsidR="0062400F" w:rsidRPr="002F088F" w:rsidRDefault="0062400F" w:rsidP="002F088F">
            <w:pPr>
              <w:pStyle w:val="Objective"/>
              <w:spacing w:line="240" w:lineRule="auto"/>
            </w:pPr>
            <w:r w:rsidRPr="002F088F">
              <w:rPr>
                <w:b/>
                <w:bCs/>
              </w:rPr>
              <w:t>Apr</w:t>
            </w:r>
            <w:r w:rsidR="00C50CC7">
              <w:rPr>
                <w:b/>
                <w:bCs/>
              </w:rPr>
              <w:t>.</w:t>
            </w:r>
            <w:r w:rsidRPr="002F088F">
              <w:rPr>
                <w:b/>
                <w:bCs/>
              </w:rPr>
              <w:t xml:space="preserve"> 2006</w:t>
            </w:r>
            <w:r w:rsidRPr="002F088F">
              <w:t xml:space="preserve"> - Honorable Discharge</w:t>
            </w:r>
          </w:p>
          <w:p w:rsidR="0062400F" w:rsidRPr="002F088F" w:rsidRDefault="0062400F" w:rsidP="002F088F">
            <w:pPr>
              <w:pStyle w:val="BodyText"/>
              <w:spacing w:line="240" w:lineRule="auto"/>
            </w:pPr>
            <w:r w:rsidRPr="002F088F">
              <w:rPr>
                <w:b/>
                <w:bCs/>
              </w:rPr>
              <w:t>Mar</w:t>
            </w:r>
            <w:r w:rsidR="00C50CC7">
              <w:rPr>
                <w:b/>
                <w:bCs/>
              </w:rPr>
              <w:t>.</w:t>
            </w:r>
            <w:r w:rsidRPr="002F088F">
              <w:rPr>
                <w:b/>
                <w:bCs/>
              </w:rPr>
              <w:t xml:space="preserve"> </w:t>
            </w:r>
            <w:r w:rsidR="00C931DD">
              <w:rPr>
                <w:b/>
                <w:bCs/>
              </w:rPr>
              <w:t>2000/2003/</w:t>
            </w:r>
            <w:r w:rsidRPr="002F088F">
              <w:rPr>
                <w:b/>
                <w:bCs/>
              </w:rPr>
              <w:t xml:space="preserve">2006 </w:t>
            </w:r>
            <w:r w:rsidRPr="002F088F">
              <w:t xml:space="preserve">- Good Conduct Medal </w:t>
            </w:r>
            <w:r w:rsidR="00C931DD">
              <w:t>1</w:t>
            </w:r>
            <w:r w:rsidR="00C931DD" w:rsidRPr="00C931DD">
              <w:rPr>
                <w:vertAlign w:val="superscript"/>
              </w:rPr>
              <w:t>st</w:t>
            </w:r>
            <w:r w:rsidR="00C931DD">
              <w:t>/2</w:t>
            </w:r>
            <w:r w:rsidR="00C931DD" w:rsidRPr="00C931DD">
              <w:rPr>
                <w:vertAlign w:val="superscript"/>
              </w:rPr>
              <w:t>nd</w:t>
            </w:r>
            <w:r w:rsidR="00C931DD">
              <w:t>/</w:t>
            </w:r>
            <w:r w:rsidRPr="002F088F">
              <w:t>3</w:t>
            </w:r>
            <w:r w:rsidRPr="002F088F">
              <w:rPr>
                <w:vertAlign w:val="superscript"/>
              </w:rPr>
              <w:t>rd</w:t>
            </w:r>
            <w:r w:rsidRPr="002F088F">
              <w:t xml:space="preserve"> Award</w:t>
            </w:r>
          </w:p>
          <w:p w:rsidR="0062400F" w:rsidRPr="002F088F" w:rsidRDefault="00C50CC7" w:rsidP="002F088F">
            <w:pPr>
              <w:pStyle w:val="BodyText"/>
              <w:spacing w:line="240" w:lineRule="auto"/>
            </w:pPr>
            <w:r>
              <w:rPr>
                <w:b/>
                <w:bCs/>
              </w:rPr>
              <w:t>Feb.</w:t>
            </w:r>
            <w:r w:rsidR="0062400F" w:rsidRPr="002F088F">
              <w:rPr>
                <w:b/>
                <w:bCs/>
              </w:rPr>
              <w:t xml:space="preserve"> 2006 - </w:t>
            </w:r>
            <w:r w:rsidR="0062400F" w:rsidRPr="002F088F">
              <w:t>Navy Marine Corps Achievement Medal 2</w:t>
            </w:r>
            <w:r w:rsidR="0062400F" w:rsidRPr="002F088F">
              <w:rPr>
                <w:vertAlign w:val="superscript"/>
              </w:rPr>
              <w:t>nd</w:t>
            </w:r>
            <w:r w:rsidR="0062400F" w:rsidRPr="002F088F">
              <w:t xml:space="preserve"> Award</w:t>
            </w:r>
          </w:p>
          <w:p w:rsidR="0062400F" w:rsidRPr="002F088F" w:rsidRDefault="0062400F">
            <w:pPr>
              <w:pStyle w:val="BodyText"/>
            </w:pPr>
            <w:r w:rsidRPr="002F088F">
              <w:rPr>
                <w:b/>
                <w:bCs/>
              </w:rPr>
              <w:t>Dec</w:t>
            </w:r>
            <w:r w:rsidR="00C50CC7">
              <w:rPr>
                <w:b/>
                <w:bCs/>
              </w:rPr>
              <w:t xml:space="preserve">. </w:t>
            </w:r>
            <w:r w:rsidRPr="002F088F">
              <w:rPr>
                <w:b/>
                <w:bCs/>
              </w:rPr>
              <w:t xml:space="preserve">2004 - </w:t>
            </w:r>
            <w:r w:rsidRPr="002F088F">
              <w:t>Global War on Terrorism Service Medal</w:t>
            </w:r>
          </w:p>
          <w:p w:rsidR="0062400F" w:rsidRPr="002F088F" w:rsidRDefault="0062400F">
            <w:pPr>
              <w:pStyle w:val="BodyText"/>
            </w:pPr>
            <w:r w:rsidRPr="002F088F">
              <w:rPr>
                <w:b/>
                <w:bCs/>
              </w:rPr>
              <w:t xml:space="preserve">May 2001 - </w:t>
            </w:r>
            <w:r w:rsidRPr="002F088F">
              <w:t>Navy Marine Corps Achievement Medal 1</w:t>
            </w:r>
            <w:r w:rsidRPr="002F088F">
              <w:rPr>
                <w:vertAlign w:val="superscript"/>
              </w:rPr>
              <w:t>st</w:t>
            </w:r>
            <w:r w:rsidRPr="002F088F">
              <w:t xml:space="preserve"> Award</w:t>
            </w:r>
          </w:p>
          <w:p w:rsidR="0062400F" w:rsidRPr="002F088F" w:rsidRDefault="0062400F">
            <w:pPr>
              <w:pStyle w:val="BodyText"/>
            </w:pPr>
            <w:r w:rsidRPr="002F088F">
              <w:rPr>
                <w:b/>
                <w:bCs/>
              </w:rPr>
              <w:t>Ma</w:t>
            </w:r>
            <w:r w:rsidR="00C50CC7">
              <w:rPr>
                <w:b/>
                <w:bCs/>
              </w:rPr>
              <w:t>r. 1997- Apr.</w:t>
            </w:r>
            <w:r w:rsidR="00C41A59">
              <w:rPr>
                <w:b/>
                <w:bCs/>
              </w:rPr>
              <w:t xml:space="preserve"> 2006 -</w:t>
            </w:r>
            <w:r w:rsidRPr="002F088F">
              <w:rPr>
                <w:b/>
                <w:bCs/>
              </w:rPr>
              <w:t xml:space="preserve"> </w:t>
            </w:r>
            <w:r w:rsidRPr="002F088F">
              <w:t>18 Certificate of Achievement awards for superior performance in physical fitness</w:t>
            </w:r>
            <w:r w:rsidR="00C50CC7">
              <w:t xml:space="preserve"> (USMC)</w:t>
            </w:r>
          </w:p>
        </w:tc>
      </w:tr>
    </w:tbl>
    <w:p w:rsidR="0062400F" w:rsidRPr="00C931DD" w:rsidRDefault="0062400F" w:rsidP="00C931DD"/>
    <w:sectPr w:rsidR="0062400F" w:rsidRPr="00C931DD" w:rsidSect="006E491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C36" w:rsidRDefault="00B83C36" w:rsidP="00D22357">
      <w:r>
        <w:separator/>
      </w:r>
    </w:p>
  </w:endnote>
  <w:endnote w:type="continuationSeparator" w:id="0">
    <w:p w:rsidR="00B83C36" w:rsidRDefault="00B83C36" w:rsidP="00D2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DD" w:rsidRDefault="00C931DD" w:rsidP="00C931DD">
    <w:pPr>
      <w:pStyle w:val="Footer"/>
      <w:tabs>
        <w:tab w:val="clear" w:pos="6840"/>
        <w:tab w:val="left" w:pos="4698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C36" w:rsidRDefault="00B83C36" w:rsidP="00D22357">
      <w:r>
        <w:separator/>
      </w:r>
    </w:p>
  </w:footnote>
  <w:footnote w:type="continuationSeparator" w:id="0">
    <w:p w:rsidR="00B83C36" w:rsidRDefault="00B83C36" w:rsidP="00D2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DD" w:rsidRDefault="00C931DD" w:rsidP="00C931DD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83E5A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26EA1"/>
    <w:multiLevelType w:val="multilevel"/>
    <w:tmpl w:val="5ABA2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F7F92"/>
    <w:multiLevelType w:val="hybridMultilevel"/>
    <w:tmpl w:val="A0C8B148"/>
    <w:lvl w:ilvl="0" w:tplc="5ACE0864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D3E2D"/>
    <w:multiLevelType w:val="multilevel"/>
    <w:tmpl w:val="C366B2A0"/>
    <w:lvl w:ilvl="0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73700"/>
    <w:multiLevelType w:val="hybridMultilevel"/>
    <w:tmpl w:val="5ABA22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91864"/>
    <w:multiLevelType w:val="hybridMultilevel"/>
    <w:tmpl w:val="D8CE1A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97D59"/>
    <w:multiLevelType w:val="hybridMultilevel"/>
    <w:tmpl w:val="0812E4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C6968"/>
    <w:multiLevelType w:val="hybridMultilevel"/>
    <w:tmpl w:val="25F0EB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00A18"/>
    <w:multiLevelType w:val="multilevel"/>
    <w:tmpl w:val="C366B2A0"/>
    <w:lvl w:ilvl="0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C5A96"/>
    <w:multiLevelType w:val="hybridMultilevel"/>
    <w:tmpl w:val="0CFA2C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450"/>
        </w:tabs>
        <w:ind w:left="335" w:hanging="245"/>
      </w:pPr>
      <w:rPr>
        <w:rFonts w:ascii="Wingdings" w:hAnsi="Wingdings" w:hint="default"/>
      </w:rPr>
    </w:lvl>
  </w:abstractNum>
  <w:abstractNum w:abstractNumId="11" w15:restartNumberingAfterBreak="0">
    <w:nsid w:val="709846E1"/>
    <w:multiLevelType w:val="hybridMultilevel"/>
    <w:tmpl w:val="F3186A8E"/>
    <w:lvl w:ilvl="0" w:tplc="BCF0B728">
      <w:start w:val="1"/>
      <w:numFmt w:val="bullet"/>
      <w:lvlText w:val=""/>
      <w:lvlJc w:val="left"/>
      <w:pPr>
        <w:tabs>
          <w:tab w:val="num" w:pos="720"/>
        </w:tabs>
        <w:ind w:left="648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F5537"/>
    <w:multiLevelType w:val="hybridMultilevel"/>
    <w:tmpl w:val="C366B2A0"/>
    <w:lvl w:ilvl="0" w:tplc="5F2CACBA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  <w:num w:numId="12">
    <w:abstractNumId w:val="10"/>
  </w:num>
  <w:num w:numId="13">
    <w:abstractNumId w:val="10"/>
  </w:num>
  <w:num w:numId="14">
    <w:abstractNumId w:val="5"/>
  </w:num>
  <w:num w:numId="15">
    <w:abstractNumId w:val="6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ResumeStyle" w:val="0"/>
    <w:docVar w:name="Resume Post Wizard Balloon" w:val="0"/>
  </w:docVars>
  <w:rsids>
    <w:rsidRoot w:val="00EA1660"/>
    <w:rsid w:val="000A1AE4"/>
    <w:rsid w:val="001E6550"/>
    <w:rsid w:val="00205194"/>
    <w:rsid w:val="00247D75"/>
    <w:rsid w:val="00262DF2"/>
    <w:rsid w:val="00284861"/>
    <w:rsid w:val="00285BDF"/>
    <w:rsid w:val="002C6AD1"/>
    <w:rsid w:val="002F088F"/>
    <w:rsid w:val="002F3DF9"/>
    <w:rsid w:val="003060A4"/>
    <w:rsid w:val="003509EE"/>
    <w:rsid w:val="0036634F"/>
    <w:rsid w:val="00366C49"/>
    <w:rsid w:val="003D7116"/>
    <w:rsid w:val="00401F4D"/>
    <w:rsid w:val="0041519D"/>
    <w:rsid w:val="0041776C"/>
    <w:rsid w:val="0042353F"/>
    <w:rsid w:val="00441239"/>
    <w:rsid w:val="00450DEE"/>
    <w:rsid w:val="00466972"/>
    <w:rsid w:val="00490B19"/>
    <w:rsid w:val="00493848"/>
    <w:rsid w:val="004C02D7"/>
    <w:rsid w:val="0050260D"/>
    <w:rsid w:val="005824FD"/>
    <w:rsid w:val="00623AD0"/>
    <w:rsid w:val="0062400F"/>
    <w:rsid w:val="006779F5"/>
    <w:rsid w:val="006B47D1"/>
    <w:rsid w:val="006B7BA5"/>
    <w:rsid w:val="006D3CA8"/>
    <w:rsid w:val="006E4911"/>
    <w:rsid w:val="006E5E96"/>
    <w:rsid w:val="007C30F8"/>
    <w:rsid w:val="0085162E"/>
    <w:rsid w:val="008C3D79"/>
    <w:rsid w:val="00926F25"/>
    <w:rsid w:val="0093323D"/>
    <w:rsid w:val="0096067A"/>
    <w:rsid w:val="00967F7D"/>
    <w:rsid w:val="009943D1"/>
    <w:rsid w:val="009C02CC"/>
    <w:rsid w:val="00A77899"/>
    <w:rsid w:val="00AF17F5"/>
    <w:rsid w:val="00B170E3"/>
    <w:rsid w:val="00B83C36"/>
    <w:rsid w:val="00C41A59"/>
    <w:rsid w:val="00C50CC7"/>
    <w:rsid w:val="00C931DD"/>
    <w:rsid w:val="00CF7785"/>
    <w:rsid w:val="00D01782"/>
    <w:rsid w:val="00D22357"/>
    <w:rsid w:val="00D25979"/>
    <w:rsid w:val="00D7002E"/>
    <w:rsid w:val="00DB65D2"/>
    <w:rsid w:val="00DD74D7"/>
    <w:rsid w:val="00DE1385"/>
    <w:rsid w:val="00E02D43"/>
    <w:rsid w:val="00E61839"/>
    <w:rsid w:val="00EA1660"/>
    <w:rsid w:val="00EE539C"/>
    <w:rsid w:val="00EF4D10"/>
    <w:rsid w:val="00FA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ABA47"/>
  <w15:docId w15:val="{AFA49FC1-5710-40B8-89F1-48CE807A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HeadingBase"/>
    <w:next w:val="BodyText"/>
    <w:qFormat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pPr>
      <w:numPr>
        <w:numId w:val="1"/>
      </w:numPr>
      <w:spacing w:after="60"/>
    </w:pPr>
  </w:style>
  <w:style w:type="paragraph" w:customStyle="1" w:styleId="Address1">
    <w:name w:val="Address 1"/>
    <w:basedOn w:val="Normal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pPr>
      <w:ind w:left="720"/>
    </w:pPr>
  </w:style>
  <w:style w:type="paragraph" w:customStyle="1" w:styleId="CityState">
    <w:name w:val="City/State"/>
    <w:basedOn w:val="BodyText"/>
    <w:next w:val="BodyText"/>
    <w:pPr>
      <w:keepNext/>
    </w:pPr>
  </w:style>
  <w:style w:type="paragraph" w:customStyle="1" w:styleId="CompanyName">
    <w:name w:val="Company Name"/>
    <w:basedOn w:val="Normal"/>
    <w:next w:val="Normal"/>
    <w:autoRedefine/>
    <w:rsid w:val="006779F5"/>
    <w:pPr>
      <w:tabs>
        <w:tab w:val="left" w:pos="2160"/>
        <w:tab w:val="right" w:pos="6480"/>
      </w:tabs>
      <w:spacing w:before="240" w:after="40" w:line="220" w:lineRule="atLeast"/>
    </w:pPr>
    <w:rPr>
      <w:u w:val="single"/>
    </w:rPr>
  </w:style>
  <w:style w:type="paragraph" w:customStyle="1" w:styleId="CompanyNameOne">
    <w:name w:val="Company Name One"/>
    <w:basedOn w:val="CompanyName"/>
    <w:next w:val="Normal"/>
    <w:autoRedefine/>
  </w:style>
  <w:style w:type="paragraph" w:styleId="Date">
    <w:name w:val="Date"/>
    <w:basedOn w:val="BodyText"/>
    <w:pPr>
      <w:keepNext/>
    </w:pPr>
  </w:style>
  <w:style w:type="paragraph" w:customStyle="1" w:styleId="DocumentLabel">
    <w:name w:val="Document Label"/>
    <w:basedOn w:val="Normal"/>
    <w:next w:val="Normal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pPr>
      <w:jc w:val="both"/>
    </w:pPr>
  </w:style>
  <w:style w:type="paragraph" w:styleId="Footer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</w:style>
  <w:style w:type="paragraph" w:customStyle="1" w:styleId="Objective">
    <w:name w:val="Objective"/>
    <w:basedOn w:val="Normal"/>
    <w:next w:val="BodyText"/>
    <w:pPr>
      <w:spacing w:before="240" w:after="220" w:line="220" w:lineRule="atLeast"/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Pr>
      <w:b/>
      <w:spacing w:val="0"/>
    </w:rPr>
  </w:style>
  <w:style w:type="paragraph" w:styleId="BalloonText">
    <w:name w:val="Balloon Text"/>
    <w:basedOn w:val="Normal"/>
    <w:semiHidden/>
    <w:rsid w:val="00DB65D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D74D7"/>
    <w:rPr>
      <w:sz w:val="18"/>
      <w:szCs w:val="18"/>
    </w:rPr>
  </w:style>
  <w:style w:type="paragraph" w:styleId="CommentText">
    <w:name w:val="annotation text"/>
    <w:basedOn w:val="Normal"/>
    <w:link w:val="CommentTextChar"/>
    <w:rsid w:val="00DD74D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74D7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D7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DD74D7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Wizard.wiz</Template>
  <TotalTime>4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>U.S. Air Force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Emmett Jesse</dc:creator>
  <cp:lastModifiedBy>Emmett Jesse</cp:lastModifiedBy>
  <cp:revision>3</cp:revision>
  <cp:lastPrinted>2009-10-13T03:53:00Z</cp:lastPrinted>
  <dcterms:created xsi:type="dcterms:W3CDTF">2017-10-24T15:48:00Z</dcterms:created>
  <dcterms:modified xsi:type="dcterms:W3CDTF">2017-10-24T22:40:00Z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